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40747" w14:textId="53669E43" w:rsidR="008201DE" w:rsidRDefault="008201DE" w:rsidP="0050405B">
      <w:pPr>
        <w:spacing w:after="0" w:line="240" w:lineRule="auto"/>
        <w:rPr>
          <w:rFonts w:asciiTheme="minorHAnsi" w:hAnsiTheme="minorHAnsi"/>
          <w:sz w:val="24"/>
          <w:szCs w:val="24"/>
          <w:lang w:eastAsia="it-IT"/>
        </w:rPr>
      </w:pPr>
    </w:p>
    <w:p w14:paraId="1DE4BF74" w14:textId="77777777" w:rsidR="0050405B" w:rsidRDefault="0050405B" w:rsidP="0050405B">
      <w:pPr>
        <w:spacing w:after="0" w:line="240" w:lineRule="auto"/>
        <w:rPr>
          <w:rFonts w:asciiTheme="minorHAnsi" w:hAnsiTheme="minorHAnsi"/>
          <w:sz w:val="24"/>
          <w:szCs w:val="24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9"/>
      </w:tblGrid>
      <w:tr w:rsidR="0050405B" w:rsidRPr="005D6AD7" w14:paraId="72B571F8" w14:textId="77777777" w:rsidTr="00C166CF">
        <w:trPr>
          <w:trHeight w:val="2571"/>
        </w:trPr>
        <w:tc>
          <w:tcPr>
            <w:tcW w:w="9629" w:type="dxa"/>
          </w:tcPr>
          <w:p w14:paraId="45D81E83" w14:textId="03BD0078" w:rsidR="0050405B" w:rsidRPr="001A5567" w:rsidRDefault="0050405B" w:rsidP="004804AF">
            <w:pPr>
              <w:jc w:val="center"/>
              <w:rPr>
                <w:b/>
                <w:bCs/>
                <w:color w:val="010202"/>
                <w:sz w:val="32"/>
                <w:szCs w:val="32"/>
              </w:rPr>
            </w:pPr>
            <w:r w:rsidRPr="001A5567">
              <w:rPr>
                <w:b/>
                <w:bCs/>
                <w:color w:val="010202"/>
                <w:sz w:val="32"/>
                <w:szCs w:val="32"/>
              </w:rPr>
              <w:t>MOD</w:t>
            </w:r>
            <w:r w:rsidR="00BC337F">
              <w:rPr>
                <w:b/>
                <w:bCs/>
                <w:color w:val="010202"/>
                <w:sz w:val="32"/>
                <w:szCs w:val="32"/>
              </w:rPr>
              <w:t>EL</w:t>
            </w:r>
            <w:r w:rsidRPr="001A5567">
              <w:rPr>
                <w:b/>
                <w:bCs/>
                <w:color w:val="010202"/>
                <w:sz w:val="32"/>
                <w:szCs w:val="32"/>
              </w:rPr>
              <w:t>LO ISCRIZIONE</w:t>
            </w:r>
          </w:p>
          <w:p w14:paraId="3CF6B8AE" w14:textId="5CEAD2F2" w:rsidR="0050405B" w:rsidRDefault="001A5567" w:rsidP="004804AF">
            <w:pPr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  <w:r w:rsidRPr="001A5567">
              <w:rPr>
                <w:rFonts w:asciiTheme="minorHAnsi" w:hAnsiTheme="minorHAnsi"/>
                <w:b/>
                <w:sz w:val="32"/>
                <w:szCs w:val="32"/>
              </w:rPr>
              <w:t xml:space="preserve">CORSO </w:t>
            </w:r>
            <w:r w:rsidR="0050405B" w:rsidRPr="001A5567">
              <w:rPr>
                <w:rFonts w:asciiTheme="minorHAnsi" w:hAnsiTheme="minorHAnsi"/>
                <w:b/>
                <w:sz w:val="32"/>
                <w:szCs w:val="32"/>
              </w:rPr>
              <w:t>ALLIEVI CRONOMETRISTI</w:t>
            </w:r>
            <w:r w:rsidRPr="001A5567">
              <w:rPr>
                <w:rFonts w:asciiTheme="minorHAnsi" w:hAnsiTheme="minorHAnsi"/>
                <w:b/>
                <w:sz w:val="32"/>
                <w:szCs w:val="32"/>
              </w:rPr>
              <w:t xml:space="preserve"> FICr</w:t>
            </w:r>
          </w:p>
          <w:p w14:paraId="37AB7E88" w14:textId="38F1A679" w:rsidR="002D2923" w:rsidRDefault="002D2923" w:rsidP="004804AF">
            <w:pPr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  <w:r w:rsidRPr="00553BA8">
              <w:rPr>
                <w:rFonts w:asciiTheme="minorHAnsi" w:hAnsiTheme="minorHAnsi"/>
                <w:b/>
                <w:sz w:val="32"/>
                <w:szCs w:val="32"/>
                <w:u w:val="single"/>
              </w:rPr>
              <w:t xml:space="preserve">Da inviare entro </w:t>
            </w:r>
            <w:r w:rsidR="007B4B6C">
              <w:rPr>
                <w:rFonts w:asciiTheme="minorHAnsi" w:hAnsiTheme="minorHAnsi"/>
                <w:b/>
                <w:sz w:val="32"/>
                <w:szCs w:val="32"/>
                <w:u w:val="single"/>
              </w:rPr>
              <w:t>il 2</w:t>
            </w:r>
            <w:r w:rsidR="00A02C14">
              <w:rPr>
                <w:rFonts w:asciiTheme="minorHAnsi" w:hAnsiTheme="minorHAnsi"/>
                <w:b/>
                <w:sz w:val="32"/>
                <w:szCs w:val="32"/>
                <w:u w:val="single"/>
              </w:rPr>
              <w:t>6</w:t>
            </w:r>
            <w:r w:rsidRPr="00553BA8">
              <w:rPr>
                <w:rFonts w:asciiTheme="minorHAnsi" w:hAnsiTheme="minorHAnsi"/>
                <w:b/>
                <w:sz w:val="32"/>
                <w:szCs w:val="32"/>
                <w:u w:val="single"/>
              </w:rPr>
              <w:t xml:space="preserve"> FEBBRAIO 2022 </w:t>
            </w:r>
            <w:r>
              <w:rPr>
                <w:rFonts w:asciiTheme="minorHAnsi" w:hAnsiTheme="minorHAnsi"/>
                <w:b/>
                <w:sz w:val="32"/>
                <w:szCs w:val="32"/>
              </w:rPr>
              <w:t>a :</w:t>
            </w:r>
          </w:p>
          <w:p w14:paraId="6195BC5E" w14:textId="3C1BF26A" w:rsidR="002D2923" w:rsidRPr="004804AF" w:rsidRDefault="003654E8" w:rsidP="004804AF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hyperlink r:id="rId11" w:history="1">
              <w:r w:rsidR="002D2923" w:rsidRPr="004804AF">
                <w:rPr>
                  <w:rStyle w:val="Collegamentoipertestuale"/>
                  <w:sz w:val="24"/>
                  <w:szCs w:val="24"/>
                </w:rPr>
                <w:t>cr.marche@ficr.it</w:t>
              </w:r>
            </w:hyperlink>
            <w:hyperlink>
              <w:r w:rsidR="002D2923" w:rsidRPr="004804AF">
                <w:rPr>
                  <w:rStyle w:val="CollegamentoInternet"/>
                  <w:sz w:val="24"/>
                  <w:szCs w:val="24"/>
                </w:rPr>
                <w:t xml:space="preserve">  </w:t>
              </w:r>
            </w:hyperlink>
          </w:p>
          <w:p w14:paraId="0E01B625" w14:textId="172FA7B3" w:rsidR="002D2923" w:rsidRPr="005D6AD7" w:rsidRDefault="002D2923" w:rsidP="004804AF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r w:rsidRPr="004804AF">
              <w:rPr>
                <w:rStyle w:val="CollegamentoInternet"/>
                <w:sz w:val="24"/>
                <w:szCs w:val="24"/>
              </w:rPr>
              <w:t>stefano.bompadre@ficr.it</w:t>
            </w:r>
          </w:p>
        </w:tc>
      </w:tr>
      <w:tr w:rsidR="0050405B" w:rsidRPr="005D6AD7" w14:paraId="6F050CAF" w14:textId="77777777" w:rsidTr="000D54DB">
        <w:tc>
          <w:tcPr>
            <w:tcW w:w="9629" w:type="dxa"/>
          </w:tcPr>
          <w:p w14:paraId="492BA53B" w14:textId="77777777" w:rsidR="00C166CF" w:rsidRDefault="0050405B" w:rsidP="003C2B3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 </w:t>
            </w:r>
          </w:p>
          <w:p w14:paraId="0DC54F8E" w14:textId="2EB6DFA4" w:rsidR="0050405B" w:rsidRPr="006D2AC4" w:rsidRDefault="0050405B" w:rsidP="003C2B32">
            <w:pPr>
              <w:rPr>
                <w:szCs w:val="24"/>
              </w:rPr>
            </w:pPr>
            <w:r w:rsidRPr="006D2AC4">
              <w:rPr>
                <w:szCs w:val="24"/>
              </w:rPr>
              <w:t>Il/</w:t>
            </w:r>
            <w:r w:rsidR="004E3AB4" w:rsidRPr="006D2AC4">
              <w:rPr>
                <w:szCs w:val="24"/>
              </w:rPr>
              <w:t>la sottoscritto</w:t>
            </w:r>
            <w:r w:rsidRPr="006D2AC4">
              <w:rPr>
                <w:szCs w:val="24"/>
              </w:rPr>
              <w:t>/a ………………………………………………</w:t>
            </w:r>
            <w:r>
              <w:rPr>
                <w:szCs w:val="24"/>
              </w:rPr>
              <w:t>…………………………………</w:t>
            </w:r>
            <w:r w:rsidR="000D54DB">
              <w:rPr>
                <w:szCs w:val="24"/>
              </w:rPr>
              <w:t>………</w:t>
            </w:r>
            <w:r w:rsidR="00E5462C">
              <w:rPr>
                <w:szCs w:val="24"/>
              </w:rPr>
              <w:t xml:space="preserve"> nato il </w:t>
            </w:r>
            <w:r w:rsidR="000D54DB">
              <w:rPr>
                <w:szCs w:val="24"/>
              </w:rPr>
              <w:t>…………………………..</w:t>
            </w:r>
          </w:p>
          <w:p w14:paraId="6DDECDDF" w14:textId="45422561" w:rsidR="0050405B" w:rsidRDefault="0050405B" w:rsidP="003C2B32">
            <w:pPr>
              <w:rPr>
                <w:szCs w:val="24"/>
              </w:rPr>
            </w:pPr>
            <w:r w:rsidRPr="006D2AC4">
              <w:rPr>
                <w:szCs w:val="24"/>
              </w:rPr>
              <w:t>Studente dell’Istituto ……………………………………………</w:t>
            </w:r>
            <w:r>
              <w:rPr>
                <w:szCs w:val="24"/>
              </w:rPr>
              <w:t>…………………………………</w:t>
            </w:r>
            <w:r w:rsidR="00E246F1">
              <w:rPr>
                <w:szCs w:val="24"/>
              </w:rPr>
              <w:t>…………………..</w:t>
            </w:r>
            <w:r w:rsidRPr="006D2AC4">
              <w:rPr>
                <w:szCs w:val="24"/>
              </w:rPr>
              <w:t>Classe……</w:t>
            </w:r>
            <w:r w:rsidR="00E246F1">
              <w:rPr>
                <w:szCs w:val="24"/>
              </w:rPr>
              <w:t>…..</w:t>
            </w:r>
            <w:r w:rsidRPr="006D2AC4">
              <w:rPr>
                <w:szCs w:val="24"/>
              </w:rPr>
              <w:t>……</w:t>
            </w:r>
          </w:p>
          <w:p w14:paraId="178CC9C4" w14:textId="2FA97876" w:rsidR="0050405B" w:rsidRPr="006D2AC4" w:rsidRDefault="0050405B" w:rsidP="003C2B32">
            <w:pPr>
              <w:rPr>
                <w:szCs w:val="24"/>
              </w:rPr>
            </w:pPr>
            <w:r>
              <w:rPr>
                <w:szCs w:val="24"/>
              </w:rPr>
              <w:t>Indirizzo mail _________________________</w:t>
            </w:r>
            <w:r w:rsidR="000D54DB">
              <w:rPr>
                <w:szCs w:val="24"/>
              </w:rPr>
              <w:t>________________</w:t>
            </w:r>
            <w:r>
              <w:rPr>
                <w:szCs w:val="24"/>
              </w:rPr>
              <w:t>@____________________________</w:t>
            </w:r>
          </w:p>
          <w:p w14:paraId="0F253175" w14:textId="77777777" w:rsidR="0050405B" w:rsidRPr="006D2AC4" w:rsidRDefault="0050405B" w:rsidP="003C2B32">
            <w:pPr>
              <w:jc w:val="center"/>
              <w:rPr>
                <w:szCs w:val="24"/>
              </w:rPr>
            </w:pPr>
            <w:r w:rsidRPr="006D2AC4">
              <w:rPr>
                <w:szCs w:val="24"/>
              </w:rPr>
              <w:t>CHIEDE</w:t>
            </w:r>
          </w:p>
          <w:p w14:paraId="375C67C0" w14:textId="6E688AF3" w:rsidR="0050405B" w:rsidRPr="00730E4D" w:rsidRDefault="000D54DB" w:rsidP="00C166CF">
            <w:pPr>
              <w:rPr>
                <w:szCs w:val="24"/>
              </w:rPr>
            </w:pPr>
            <w:r>
              <w:rPr>
                <w:szCs w:val="24"/>
              </w:rPr>
              <w:t>d</w:t>
            </w:r>
            <w:r w:rsidR="0050405B" w:rsidRPr="006D2AC4">
              <w:rPr>
                <w:szCs w:val="24"/>
              </w:rPr>
              <w:t>i essere iscritto al Corso di formazione “</w:t>
            </w:r>
            <w:r>
              <w:rPr>
                <w:szCs w:val="24"/>
              </w:rPr>
              <w:t>Allievi Cronometristi FICr</w:t>
            </w:r>
            <w:r w:rsidR="0050405B" w:rsidRPr="006D2AC4">
              <w:rPr>
                <w:szCs w:val="24"/>
              </w:rPr>
              <w:t>”</w:t>
            </w:r>
            <w:r w:rsidR="0050405B">
              <w:rPr>
                <w:szCs w:val="24"/>
              </w:rPr>
              <w:t xml:space="preserve"> che si terrà </w:t>
            </w:r>
            <w:r>
              <w:rPr>
                <w:szCs w:val="24"/>
              </w:rPr>
              <w:t xml:space="preserve">su piattaforma Moodle </w:t>
            </w:r>
            <w:r w:rsidR="0050405B">
              <w:rPr>
                <w:szCs w:val="24"/>
              </w:rPr>
              <w:t>a partire dal mese</w:t>
            </w:r>
            <w:r w:rsidR="00C166CF">
              <w:rPr>
                <w:szCs w:val="24"/>
              </w:rPr>
              <w:t xml:space="preserve"> </w:t>
            </w:r>
            <w:r w:rsidR="00A02C14">
              <w:rPr>
                <w:szCs w:val="24"/>
              </w:rPr>
              <w:t>MARZO-APRILE</w:t>
            </w:r>
          </w:p>
        </w:tc>
      </w:tr>
      <w:tr w:rsidR="0050405B" w:rsidRPr="005D6AD7" w14:paraId="27391717" w14:textId="77777777" w:rsidTr="008201DE">
        <w:trPr>
          <w:trHeight w:val="3422"/>
        </w:trPr>
        <w:tc>
          <w:tcPr>
            <w:tcW w:w="9629" w:type="dxa"/>
          </w:tcPr>
          <w:p w14:paraId="35D64226" w14:textId="5A8F067F" w:rsidR="00C166CF" w:rsidRPr="0022430A" w:rsidRDefault="0050405B" w:rsidP="00564556">
            <w:pPr>
              <w:jc w:val="both"/>
              <w:rPr>
                <w:sz w:val="18"/>
                <w:szCs w:val="18"/>
              </w:rPr>
            </w:pPr>
            <w:r>
              <w:rPr>
                <w:szCs w:val="24"/>
              </w:rPr>
              <w:t xml:space="preserve"> </w:t>
            </w:r>
            <w:r w:rsidR="00C66F73" w:rsidRPr="0022430A">
              <w:rPr>
                <w:sz w:val="18"/>
                <w:szCs w:val="18"/>
              </w:rPr>
              <w:t>Autorizzo il trattamento dei miei dati personali ai sensi ai sensi del Decreto Legislativo 101/2018 e dell’art. 13 GDPR (Regolamento UE 2016/679) ai fini della iscrizione e dello svolgimento del Corso Allievi Cronometristi FICr</w:t>
            </w:r>
            <w:r w:rsidR="00CB7977" w:rsidRPr="0022430A">
              <w:rPr>
                <w:sz w:val="18"/>
                <w:szCs w:val="18"/>
              </w:rPr>
              <w:t xml:space="preserve"> da parte</w:t>
            </w:r>
            <w:r w:rsidR="00CA3F28" w:rsidRPr="0022430A">
              <w:rPr>
                <w:sz w:val="18"/>
                <w:szCs w:val="18"/>
              </w:rPr>
              <w:t xml:space="preserve"> </w:t>
            </w:r>
            <w:r w:rsidR="00CA3F28" w:rsidRPr="0022430A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FI</w:t>
            </w:r>
            <w:r w:rsidR="00E62FE4">
              <w:rPr>
                <w:rFonts w:asciiTheme="minorHAnsi" w:hAnsiTheme="minorHAnsi"/>
                <w:b/>
                <w:bCs/>
                <w:sz w:val="18"/>
                <w:szCs w:val="18"/>
              </w:rPr>
              <w:t>Cr</w:t>
            </w:r>
            <w:r w:rsidR="00CA3F28" w:rsidRPr="0022430A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Comitato regionale Marche.</w:t>
            </w:r>
            <w:r w:rsidR="00CA3F28" w:rsidRPr="0022430A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CB7977" w:rsidRPr="0022430A">
              <w:rPr>
                <w:sz w:val="18"/>
                <w:szCs w:val="18"/>
              </w:rPr>
              <w:t xml:space="preserve"> </w:t>
            </w:r>
            <w:r w:rsidR="002D2923" w:rsidRPr="0022430A">
              <w:rPr>
                <w:sz w:val="18"/>
                <w:szCs w:val="18"/>
              </w:rPr>
              <w:t>Il partecipante</w:t>
            </w:r>
            <w:r w:rsidR="00C166CF" w:rsidRPr="0022430A">
              <w:rPr>
                <w:sz w:val="18"/>
                <w:szCs w:val="18"/>
              </w:rPr>
              <w:t xml:space="preserve"> </w:t>
            </w:r>
            <w:r w:rsidR="00CA3F28" w:rsidRPr="0022430A">
              <w:rPr>
                <w:sz w:val="18"/>
                <w:szCs w:val="18"/>
              </w:rPr>
              <w:t>e/</w:t>
            </w:r>
            <w:r w:rsidR="00C166CF" w:rsidRPr="0022430A">
              <w:rPr>
                <w:sz w:val="18"/>
                <w:szCs w:val="18"/>
              </w:rPr>
              <w:t>o il genitore</w:t>
            </w:r>
            <w:r w:rsidR="00CA3F28" w:rsidRPr="0022430A">
              <w:rPr>
                <w:sz w:val="18"/>
                <w:szCs w:val="18"/>
              </w:rPr>
              <w:t xml:space="preserve"> </w:t>
            </w:r>
            <w:r w:rsidR="002D2923" w:rsidRPr="0022430A">
              <w:rPr>
                <w:sz w:val="18"/>
                <w:szCs w:val="18"/>
              </w:rPr>
              <w:t xml:space="preserve"> con la firma di tale modulo manifesta espressamente il suo libero e pieno consenso al Trattamento dei Dati Personali </w:t>
            </w:r>
            <w:r w:rsidR="00C166CF" w:rsidRPr="0022430A">
              <w:rPr>
                <w:sz w:val="18"/>
                <w:szCs w:val="18"/>
              </w:rPr>
              <w:t xml:space="preserve">del partecipante </w:t>
            </w:r>
            <w:r w:rsidR="002D2923" w:rsidRPr="0022430A">
              <w:rPr>
                <w:sz w:val="18"/>
                <w:szCs w:val="18"/>
              </w:rPr>
              <w:t xml:space="preserve">trasmessi esclusivamente per le finalità connesse allo svolgimento dell’evento formativo e per il rilascio dell’attestato di partecipazione. Il trattamento dei dati personali avverrà con modalità informatiche e manuali al fine di garantire la registrazione e partecipazione all’evento organizzato </w:t>
            </w:r>
            <w:r w:rsidR="00C166CF" w:rsidRPr="0022430A">
              <w:rPr>
                <w:sz w:val="18"/>
                <w:szCs w:val="18"/>
              </w:rPr>
              <w:t xml:space="preserve">Federazione Italiana Cronometri Comitato regionale Marche .                                              </w:t>
            </w:r>
          </w:p>
          <w:p w14:paraId="01693A01" w14:textId="60BCB0E9" w:rsidR="00087A3A" w:rsidRDefault="00C166CF" w:rsidP="00C166CF">
            <w:pPr>
              <w:rPr>
                <w:szCs w:val="24"/>
              </w:rPr>
            </w:pPr>
            <w:r>
              <w:rPr>
                <w:szCs w:val="24"/>
              </w:rPr>
              <w:t xml:space="preserve">Luogo e data </w:t>
            </w:r>
            <w:r w:rsidRPr="006D2AC4">
              <w:rPr>
                <w:szCs w:val="24"/>
              </w:rPr>
              <w:t>_________________, __/__/______</w:t>
            </w:r>
          </w:p>
          <w:p w14:paraId="22F7ED86" w14:textId="77777777" w:rsidR="0050405B" w:rsidRDefault="0050405B" w:rsidP="003C2B32">
            <w:pPr>
              <w:rPr>
                <w:szCs w:val="24"/>
              </w:rPr>
            </w:pPr>
            <w:r w:rsidRPr="006D2AC4">
              <w:rPr>
                <w:szCs w:val="24"/>
              </w:rPr>
              <w:t>Firma (</w:t>
            </w:r>
            <w:r w:rsidRPr="006D2AC4">
              <w:rPr>
                <w:i/>
                <w:szCs w:val="24"/>
              </w:rPr>
              <w:t>se maggiorenne</w:t>
            </w:r>
            <w:r w:rsidRPr="006D2AC4">
              <w:rPr>
                <w:szCs w:val="24"/>
              </w:rPr>
              <w:t xml:space="preserve">) </w:t>
            </w:r>
            <w:r>
              <w:rPr>
                <w:szCs w:val="24"/>
              </w:rPr>
              <w:t xml:space="preserve">                                                             </w:t>
            </w:r>
            <w:r w:rsidRPr="006D2AC4">
              <w:rPr>
                <w:szCs w:val="24"/>
              </w:rPr>
              <w:t xml:space="preserve">Firma del genitore </w:t>
            </w:r>
            <w:r w:rsidRPr="006D2AC4">
              <w:rPr>
                <w:i/>
                <w:szCs w:val="24"/>
              </w:rPr>
              <w:t>(se minorenne</w:t>
            </w:r>
            <w:r w:rsidRPr="006D2AC4">
              <w:rPr>
                <w:szCs w:val="24"/>
              </w:rPr>
              <w:t>)</w:t>
            </w:r>
          </w:p>
          <w:p w14:paraId="1C5FEDF8" w14:textId="6D022BBC" w:rsidR="0050405B" w:rsidRPr="00730E4D" w:rsidRDefault="0050405B" w:rsidP="008201DE">
            <w:pPr>
              <w:rPr>
                <w:sz w:val="36"/>
                <w:szCs w:val="36"/>
              </w:rPr>
            </w:pPr>
            <w:r>
              <w:rPr>
                <w:szCs w:val="24"/>
              </w:rPr>
              <w:t xml:space="preserve">________________________                                                      ___________________________           </w:t>
            </w:r>
          </w:p>
        </w:tc>
      </w:tr>
    </w:tbl>
    <w:p w14:paraId="73E5740D" w14:textId="61BB125F" w:rsidR="0050405B" w:rsidRPr="002D2923" w:rsidRDefault="0050405B" w:rsidP="0050405B">
      <w:pPr>
        <w:spacing w:after="0" w:line="240" w:lineRule="auto"/>
        <w:rPr>
          <w:b/>
          <w:bCs/>
          <w:color w:val="010202"/>
        </w:rPr>
      </w:pPr>
    </w:p>
    <w:sectPr w:rsidR="0050405B" w:rsidRPr="002D2923" w:rsidSect="00AA4361">
      <w:headerReference w:type="default" r:id="rId12"/>
      <w:footerReference w:type="default" r:id="rId13"/>
      <w:pgSz w:w="11907" w:h="16840"/>
      <w:pgMar w:top="1134" w:right="1134" w:bottom="709" w:left="1134" w:header="539" w:footer="18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47AD15" w14:textId="77777777" w:rsidR="003654E8" w:rsidRDefault="003654E8">
      <w:r>
        <w:separator/>
      </w:r>
    </w:p>
  </w:endnote>
  <w:endnote w:type="continuationSeparator" w:id="0">
    <w:p w14:paraId="54A54470" w14:textId="77777777" w:rsidR="003654E8" w:rsidRDefault="003654E8">
      <w:r>
        <w:continuationSeparator/>
      </w:r>
    </w:p>
  </w:endnote>
  <w:endnote w:type="continuationNotice" w:id="1">
    <w:p w14:paraId="0FAAED6F" w14:textId="77777777" w:rsidR="003654E8" w:rsidRDefault="003654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ristina">
    <w:panose1 w:val="03060402040406080204"/>
    <w:charset w:val="00"/>
    <w:family w:val="script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38A5B" w14:textId="3B00DB22" w:rsidR="0067373C" w:rsidRDefault="00E62FE4" w:rsidP="0067373C">
    <w:pPr>
      <w:pStyle w:val="Default"/>
      <w:jc w:val="center"/>
      <w:rPr>
        <w:rFonts w:asciiTheme="minorHAnsi" w:hAnsiTheme="minorHAnsi"/>
        <w:iCs/>
        <w:color w:val="auto"/>
        <w:sz w:val="18"/>
        <w:szCs w:val="18"/>
      </w:rPr>
    </w:pPr>
    <w:r w:rsidRPr="00E62FE4">
      <w:rPr>
        <w:rFonts w:asciiTheme="minorHAnsi" w:hAnsiTheme="minorHAnsi"/>
        <w:iCs/>
        <w:color w:val="auto"/>
        <w:sz w:val="18"/>
        <w:szCs w:val="18"/>
      </w:rPr>
      <w:t>202202080811_Modello_Iscrizione_Corso_Cronometri FICr</w:t>
    </w:r>
  </w:p>
  <w:p w14:paraId="1F1F899F" w14:textId="0B28B724" w:rsidR="00CF01A2" w:rsidRDefault="0063515F" w:rsidP="0067373C">
    <w:pPr>
      <w:pStyle w:val="Default"/>
      <w:jc w:val="center"/>
      <w:rPr>
        <w:rStyle w:val="Collegamentoipertestuale"/>
        <w:rFonts w:asciiTheme="minorHAnsi" w:hAnsiTheme="minorHAnsi"/>
        <w:iCs/>
        <w:sz w:val="18"/>
        <w:szCs w:val="18"/>
      </w:rPr>
    </w:pPr>
    <w:r w:rsidRPr="0063515F">
      <w:rPr>
        <w:rFonts w:asciiTheme="minorHAnsi" w:hAnsiTheme="minorHAnsi"/>
        <w:iCs/>
        <w:color w:val="auto"/>
        <w:sz w:val="18"/>
        <w:szCs w:val="18"/>
      </w:rPr>
      <w:t xml:space="preserve">Il Coordinatore Regionale per l’Educazione Fisica Marco Petrini 0712295 437 </w:t>
    </w:r>
    <w:hyperlink r:id="rId1" w:history="1">
      <w:r w:rsidRPr="0063515F">
        <w:rPr>
          <w:rStyle w:val="Collegamentoipertestuale"/>
          <w:rFonts w:asciiTheme="minorHAnsi" w:hAnsiTheme="minorHAnsi"/>
          <w:iCs/>
          <w:sz w:val="18"/>
          <w:szCs w:val="18"/>
        </w:rPr>
        <w:t>edifisicamarche@istruzione.it</w:t>
      </w:r>
    </w:hyperlink>
  </w:p>
  <w:p w14:paraId="3406A1CB" w14:textId="028C6164" w:rsidR="00B673F9" w:rsidRPr="0063515F" w:rsidRDefault="00986694" w:rsidP="0067373C">
    <w:pPr>
      <w:pStyle w:val="Default"/>
      <w:jc w:val="center"/>
      <w:rPr>
        <w:rFonts w:asciiTheme="minorHAnsi" w:hAnsiTheme="minorHAnsi"/>
        <w:iCs/>
        <w:color w:val="auto"/>
        <w:sz w:val="18"/>
        <w:szCs w:val="18"/>
      </w:rPr>
    </w:pPr>
    <w:r w:rsidRPr="00986694">
      <w:rPr>
        <w:rFonts w:asciiTheme="minorHAnsi" w:hAnsiTheme="minorHAnsi"/>
        <w:iCs/>
        <w:color w:val="auto"/>
        <w:sz w:val="18"/>
        <w:szCs w:val="18"/>
      </w:rPr>
      <w:t>I Docenti Referenti Territoriali EFS Ambiti III‐IV‐V‐VI</w:t>
    </w:r>
  </w:p>
  <w:p w14:paraId="17EF53F5" w14:textId="77777777" w:rsidR="00670B72" w:rsidRDefault="001B6682" w:rsidP="001B6682">
    <w:pPr>
      <w:pStyle w:val="Default"/>
      <w:jc w:val="center"/>
      <w:rPr>
        <w:rFonts w:ascii="Calibri" w:hAnsi="Calibri"/>
        <w:iCs/>
        <w:color w:val="auto"/>
        <w:sz w:val="18"/>
        <w:szCs w:val="18"/>
      </w:rPr>
    </w:pPr>
    <w:r w:rsidRPr="00BF58B5">
      <w:rPr>
        <w:rFonts w:ascii="Calibri" w:hAnsi="Calibri"/>
        <w:i/>
        <w:iCs/>
        <w:color w:val="auto"/>
        <w:sz w:val="18"/>
        <w:szCs w:val="18"/>
      </w:rPr>
      <w:t>Docu</w:t>
    </w:r>
    <w:r>
      <w:rPr>
        <w:rFonts w:ascii="Calibri" w:hAnsi="Calibri"/>
        <w:i/>
        <w:iCs/>
        <w:sz w:val="20"/>
        <w:szCs w:val="20"/>
      </w:rPr>
      <w:t>mento firmato digitalmente ai sensi del c.d. Codice dell’Amministrazione Digitale e normativa connessa</w:t>
    </w:r>
  </w:p>
  <w:p w14:paraId="5374A483" w14:textId="77777777" w:rsidR="00670B72" w:rsidRDefault="00670B72" w:rsidP="006D24A4">
    <w:pPr>
      <w:pStyle w:val="Default"/>
      <w:jc w:val="center"/>
      <w:rPr>
        <w:rFonts w:ascii="Calibri" w:hAnsi="Calibri" w:cs="Arial"/>
        <w:iCs/>
        <w:color w:val="auto"/>
        <w:sz w:val="18"/>
        <w:szCs w:val="18"/>
      </w:rPr>
    </w:pPr>
    <w:r w:rsidRPr="007D2791">
      <w:rPr>
        <w:rFonts w:ascii="Calibri" w:hAnsi="Calibri" w:cs="Arial"/>
        <w:iCs/>
        <w:color w:val="auto"/>
        <w:sz w:val="18"/>
        <w:szCs w:val="18"/>
      </w:rPr>
      <w:t>Via XXV Aprile, 19,</w:t>
    </w:r>
    <w:r>
      <w:rPr>
        <w:rFonts w:ascii="Calibri" w:hAnsi="Calibri" w:cs="Arial"/>
        <w:iCs/>
        <w:color w:val="auto"/>
        <w:sz w:val="18"/>
        <w:szCs w:val="18"/>
      </w:rPr>
      <w:t xml:space="preserve"> </w:t>
    </w:r>
    <w:r w:rsidRPr="007D2791">
      <w:rPr>
        <w:rFonts w:ascii="Calibri" w:hAnsi="Calibri" w:cs="Arial"/>
        <w:iCs/>
        <w:color w:val="auto"/>
        <w:sz w:val="18"/>
        <w:szCs w:val="18"/>
      </w:rPr>
      <w:t>6012</w:t>
    </w:r>
    <w:r>
      <w:rPr>
        <w:rFonts w:ascii="Calibri" w:hAnsi="Calibri" w:cs="Arial"/>
        <w:iCs/>
        <w:color w:val="auto"/>
        <w:sz w:val="18"/>
        <w:szCs w:val="18"/>
      </w:rPr>
      <w:t>5</w:t>
    </w:r>
    <w:r w:rsidRPr="007D2791">
      <w:rPr>
        <w:rFonts w:ascii="Calibri" w:hAnsi="Calibri" w:cs="Arial"/>
        <w:iCs/>
        <w:color w:val="auto"/>
        <w:sz w:val="18"/>
        <w:szCs w:val="18"/>
      </w:rPr>
      <w:t xml:space="preserve"> Ancona - Codice iPA: m_pi</w:t>
    </w:r>
  </w:p>
  <w:p w14:paraId="3CD80C82" w14:textId="77777777" w:rsidR="00670B72" w:rsidRPr="00551CAC" w:rsidRDefault="00670B72" w:rsidP="006D24A4">
    <w:pPr>
      <w:pStyle w:val="Default"/>
      <w:jc w:val="center"/>
      <w:rPr>
        <w:rFonts w:ascii="Calibri" w:hAnsi="Calibri" w:cs="Arial"/>
        <w:color w:val="auto"/>
        <w:sz w:val="18"/>
        <w:szCs w:val="18"/>
      </w:rPr>
    </w:pPr>
    <w:r w:rsidRPr="00551CAC">
      <w:rPr>
        <w:rFonts w:ascii="Calibri" w:hAnsi="Calibri" w:cs="Arial"/>
        <w:iCs/>
        <w:color w:val="auto"/>
        <w:sz w:val="18"/>
        <w:szCs w:val="18"/>
      </w:rPr>
      <w:t xml:space="preserve">Pec: </w:t>
    </w:r>
    <w:hyperlink r:id="rId2" w:history="1">
      <w:r w:rsidRPr="00551CAC">
        <w:rPr>
          <w:rStyle w:val="Collegamentoipertestuale"/>
          <w:rFonts w:ascii="Calibri" w:hAnsi="Calibri" w:cs="Arial"/>
          <w:iCs/>
          <w:sz w:val="18"/>
          <w:szCs w:val="18"/>
        </w:rPr>
        <w:t>drma@postacert.istruzione.it</w:t>
      </w:r>
    </w:hyperlink>
    <w:r w:rsidRPr="00551CAC">
      <w:rPr>
        <w:rFonts w:ascii="Calibri" w:hAnsi="Calibri" w:cs="Arial"/>
        <w:iCs/>
        <w:color w:val="auto"/>
        <w:sz w:val="18"/>
        <w:szCs w:val="18"/>
      </w:rPr>
      <w:t xml:space="preserve"> – E-mail: </w:t>
    </w:r>
    <w:hyperlink r:id="rId3" w:history="1">
      <w:r w:rsidRPr="00551CAC">
        <w:rPr>
          <w:rStyle w:val="Collegamentoipertestuale"/>
          <w:rFonts w:ascii="Calibri" w:hAnsi="Calibri" w:cs="Arial"/>
          <w:iCs/>
          <w:sz w:val="18"/>
          <w:szCs w:val="18"/>
        </w:rPr>
        <w:t>direzione-marche@istruzione.it</w:t>
      </w:r>
    </w:hyperlink>
  </w:p>
  <w:p w14:paraId="4764A5AD" w14:textId="77777777" w:rsidR="00670B72" w:rsidRPr="00551CAC" w:rsidRDefault="00670B72" w:rsidP="006D24A4">
    <w:pPr>
      <w:spacing w:after="0" w:line="240" w:lineRule="auto"/>
      <w:jc w:val="center"/>
      <w:rPr>
        <w:rFonts w:cs="Arial"/>
        <w:iCs/>
        <w:sz w:val="18"/>
        <w:szCs w:val="18"/>
      </w:rPr>
    </w:pPr>
    <w:r w:rsidRPr="00551CAC">
      <w:rPr>
        <w:rFonts w:cs="Arial"/>
        <w:iCs/>
        <w:sz w:val="18"/>
        <w:szCs w:val="18"/>
      </w:rPr>
      <w:t xml:space="preserve">Codice </w:t>
    </w:r>
    <w:r>
      <w:rPr>
        <w:rFonts w:cs="Arial"/>
        <w:iCs/>
        <w:sz w:val="18"/>
        <w:szCs w:val="18"/>
      </w:rPr>
      <w:t xml:space="preserve">univoco </w:t>
    </w:r>
    <w:r w:rsidRPr="00551CAC">
      <w:rPr>
        <w:rFonts w:cs="Arial"/>
        <w:iCs/>
        <w:sz w:val="18"/>
        <w:szCs w:val="18"/>
      </w:rPr>
      <w:t>per la fatturazione elettronica: YUSJ56 per la contabilità generale, DBOUR0 per quella ordinaria</w:t>
    </w:r>
  </w:p>
  <w:p w14:paraId="7B34BE80" w14:textId="77777777" w:rsidR="00670B72" w:rsidRPr="00551CAC" w:rsidRDefault="00670B72" w:rsidP="006D24A4">
    <w:pPr>
      <w:spacing w:after="0" w:line="240" w:lineRule="auto"/>
      <w:jc w:val="center"/>
      <w:rPr>
        <w:rFonts w:cs="Arial"/>
        <w:iCs/>
        <w:sz w:val="18"/>
        <w:szCs w:val="18"/>
      </w:rPr>
    </w:pPr>
    <w:r w:rsidRPr="00551CAC">
      <w:rPr>
        <w:rFonts w:cs="Arial"/>
        <w:iCs/>
        <w:sz w:val="18"/>
        <w:szCs w:val="18"/>
      </w:rPr>
      <w:t>Tel.: 071/22951-2295415 – CF: 80007610423</w:t>
    </w:r>
  </w:p>
  <w:p w14:paraId="317D40D8" w14:textId="77777777" w:rsidR="00670B72" w:rsidRPr="006D24A4" w:rsidRDefault="00670B72" w:rsidP="006D24A4">
    <w:pPr>
      <w:spacing w:after="0" w:line="240" w:lineRule="auto"/>
      <w:jc w:val="center"/>
      <w:rPr>
        <w:szCs w:val="15"/>
      </w:rPr>
    </w:pPr>
    <w:r w:rsidRPr="00551CAC">
      <w:t xml:space="preserve">Sito internet: </w:t>
    </w:r>
    <w:hyperlink r:id="rId4" w:history="1">
      <w:r w:rsidRPr="00C0061C">
        <w:rPr>
          <w:rStyle w:val="Collegamentoipertestuale"/>
          <w:rFonts w:cs="Arial"/>
          <w:iCs/>
          <w:sz w:val="18"/>
          <w:szCs w:val="18"/>
        </w:rPr>
        <w:t>www.marche.istruzione.it</w:t>
      </w:r>
    </w:hyperlink>
    <w:r>
      <w:t xml:space="preserve"> </w:t>
    </w:r>
    <w:r w:rsidRPr="00D75BC4">
      <w:t> </w: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45CEBA" w14:textId="77777777" w:rsidR="003654E8" w:rsidRDefault="003654E8">
      <w:r>
        <w:separator/>
      </w:r>
    </w:p>
  </w:footnote>
  <w:footnote w:type="continuationSeparator" w:id="0">
    <w:p w14:paraId="0476EC89" w14:textId="77777777" w:rsidR="003654E8" w:rsidRDefault="003654E8">
      <w:r>
        <w:continuationSeparator/>
      </w:r>
    </w:p>
  </w:footnote>
  <w:footnote w:type="continuationNotice" w:id="1">
    <w:p w14:paraId="45EDA46A" w14:textId="77777777" w:rsidR="003654E8" w:rsidRDefault="003654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CD22C" w14:textId="77777777" w:rsidR="00670B72" w:rsidRDefault="5186483A" w:rsidP="006D24A4">
    <w:pPr>
      <w:pStyle w:val="Default"/>
      <w:jc w:val="center"/>
      <w:rPr>
        <w:b/>
        <w:bCs/>
        <w:i/>
        <w:iCs/>
        <w:color w:val="auto"/>
        <w:sz w:val="28"/>
        <w:szCs w:val="28"/>
      </w:rPr>
    </w:pPr>
    <w:r>
      <w:rPr>
        <w:noProof/>
      </w:rPr>
      <w:drawing>
        <wp:inline distT="0" distB="0" distL="0" distR="0" wp14:anchorId="255DBB06" wp14:editId="5186483A">
          <wp:extent cx="495300" cy="561975"/>
          <wp:effectExtent l="0" t="0" r="0" b="9525"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5619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907D7D9" w14:textId="77777777" w:rsidR="00CA1429" w:rsidRPr="003D293D" w:rsidRDefault="00670B72" w:rsidP="006D24A4">
    <w:pPr>
      <w:spacing w:after="0" w:line="240" w:lineRule="auto"/>
      <w:jc w:val="center"/>
      <w:rPr>
        <w:rFonts w:ascii="Monotype Corsiva" w:hAnsi="Monotype Corsiva" w:cs="Tahoma"/>
        <w:i/>
        <w:sz w:val="76"/>
        <w:szCs w:val="76"/>
      </w:rPr>
    </w:pPr>
    <w:r w:rsidRPr="003D293D">
      <w:rPr>
        <w:rFonts w:ascii="Monotype Corsiva" w:hAnsi="Monotype Corsiva" w:cs="Tahoma"/>
        <w:i/>
        <w:sz w:val="76"/>
        <w:szCs w:val="76"/>
      </w:rPr>
      <w:t>Ministero dell’Istruzione</w:t>
    </w:r>
  </w:p>
  <w:p w14:paraId="4CF06EF5" w14:textId="77777777" w:rsidR="00670B72" w:rsidRPr="003D293D" w:rsidRDefault="00670B72" w:rsidP="006D24A4">
    <w:pPr>
      <w:spacing w:after="0" w:line="240" w:lineRule="auto"/>
      <w:jc w:val="center"/>
      <w:rPr>
        <w:rFonts w:ascii="Monotype Corsiva" w:hAnsi="Monotype Corsiva" w:cs="Tahoma"/>
        <w:i/>
        <w:sz w:val="44"/>
        <w:szCs w:val="48"/>
      </w:rPr>
    </w:pPr>
    <w:r w:rsidRPr="003D293D">
      <w:rPr>
        <w:rFonts w:ascii="Monotype Corsiva" w:hAnsi="Monotype Corsiva" w:cs="Tahoma"/>
        <w:i/>
        <w:sz w:val="44"/>
        <w:szCs w:val="48"/>
      </w:rPr>
      <w:t>Ufficio Scolastico Regionale per le Marche</w:t>
    </w:r>
  </w:p>
  <w:p w14:paraId="3EDD7FA6" w14:textId="77777777" w:rsidR="00670B72" w:rsidRPr="007A6E4C" w:rsidRDefault="00670B72" w:rsidP="007A6E4C">
    <w:pPr>
      <w:pStyle w:val="Default"/>
      <w:spacing w:before="80"/>
      <w:jc w:val="center"/>
      <w:rPr>
        <w:rFonts w:ascii="Arial" w:hAnsi="Arial" w:cs="Arial"/>
        <w:bCs/>
        <w:iCs/>
        <w:color w:val="auto"/>
        <w:sz w:val="28"/>
        <w:szCs w:val="28"/>
      </w:rPr>
    </w:pPr>
    <w:r w:rsidRPr="007A6E4C">
      <w:rPr>
        <w:rFonts w:ascii="Arial" w:hAnsi="Arial" w:cs="Arial"/>
        <w:bCs/>
        <w:iCs/>
        <w:color w:val="auto"/>
        <w:sz w:val="28"/>
        <w:szCs w:val="28"/>
      </w:rPr>
      <w:t>Direzione Generale</w:t>
    </w:r>
  </w:p>
  <w:p w14:paraId="5276EA8E" w14:textId="77777777" w:rsidR="00677843" w:rsidRPr="00677843" w:rsidRDefault="00677843" w:rsidP="006D24A4">
    <w:pPr>
      <w:pStyle w:val="Default"/>
      <w:jc w:val="center"/>
      <w:rPr>
        <w:rFonts w:ascii="Arial" w:hAnsi="Arial" w:cs="Arial"/>
        <w:bCs/>
        <w:iCs/>
        <w:color w:val="auto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64B2670E"/>
    <w:lvl w:ilvl="0">
      <w:numFmt w:val="bullet"/>
      <w:lvlText w:val="*"/>
      <w:lvlJc w:val="left"/>
    </w:lvl>
  </w:abstractNum>
  <w:abstractNum w:abstractNumId="1" w15:restartNumberingAfterBreak="0">
    <w:nsid w:val="00B07BAC"/>
    <w:multiLevelType w:val="hybridMultilevel"/>
    <w:tmpl w:val="51942692"/>
    <w:lvl w:ilvl="0" w:tplc="BFFA5938">
      <w:numFmt w:val="bullet"/>
      <w:lvlText w:val="•"/>
      <w:lvlJc w:val="left"/>
      <w:pPr>
        <w:ind w:left="855" w:hanging="360"/>
      </w:pPr>
      <w:rPr>
        <w:rFonts w:ascii="OpenSymbol" w:eastAsia="Times New Roman" w:hAnsi="OpenSymbol" w:cs="OpenSymbol" w:hint="default"/>
      </w:rPr>
    </w:lvl>
    <w:lvl w:ilvl="1" w:tplc="0410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2" w15:restartNumberingAfterBreak="0">
    <w:nsid w:val="0DA10B76"/>
    <w:multiLevelType w:val="hybridMultilevel"/>
    <w:tmpl w:val="CD04C0C8"/>
    <w:lvl w:ilvl="0" w:tplc="8C5E69EA">
      <w:start w:val="2"/>
      <w:numFmt w:val="bullet"/>
      <w:lvlText w:val="-"/>
      <w:lvlJc w:val="left"/>
      <w:pPr>
        <w:ind w:left="1080" w:hanging="360"/>
      </w:pPr>
      <w:rPr>
        <w:rFonts w:ascii="Calibri" w:eastAsiaTheme="minorEastAsia" w:hAnsi="Calibri" w:cs="Calibri" w:hint="default"/>
        <w:b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DD71F1C"/>
    <w:multiLevelType w:val="hybridMultilevel"/>
    <w:tmpl w:val="30F45770"/>
    <w:lvl w:ilvl="0" w:tplc="386C11C0">
      <w:numFmt w:val="bullet"/>
      <w:lvlText w:val="-"/>
      <w:lvlJc w:val="left"/>
      <w:pPr>
        <w:ind w:left="1728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4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8" w:hanging="360"/>
      </w:pPr>
      <w:rPr>
        <w:rFonts w:ascii="Wingdings" w:hAnsi="Wingdings" w:hint="default"/>
      </w:rPr>
    </w:lvl>
  </w:abstractNum>
  <w:abstractNum w:abstractNumId="4" w15:restartNumberingAfterBreak="0">
    <w:nsid w:val="0E550200"/>
    <w:multiLevelType w:val="hybridMultilevel"/>
    <w:tmpl w:val="A51E1E54"/>
    <w:lvl w:ilvl="0" w:tplc="C9E614E2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0F1A10A4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0135CAD"/>
    <w:multiLevelType w:val="hybridMultilevel"/>
    <w:tmpl w:val="58C613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245B22"/>
    <w:multiLevelType w:val="hybridMultilevel"/>
    <w:tmpl w:val="C690FBE6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3C80DE3"/>
    <w:multiLevelType w:val="hybridMultilevel"/>
    <w:tmpl w:val="F1285608"/>
    <w:lvl w:ilvl="0" w:tplc="DF4867C8">
      <w:start w:val="1"/>
      <w:numFmt w:val="lowerLetter"/>
      <w:lvlText w:val="%1."/>
      <w:lvlJc w:val="left"/>
      <w:pPr>
        <w:ind w:left="720" w:hanging="360"/>
      </w:pPr>
    </w:lvl>
    <w:lvl w:ilvl="1" w:tplc="E35612E0">
      <w:start w:val="1"/>
      <w:numFmt w:val="lowerLetter"/>
      <w:lvlText w:val="%2."/>
      <w:lvlJc w:val="left"/>
      <w:pPr>
        <w:ind w:left="1440" w:hanging="360"/>
      </w:pPr>
    </w:lvl>
    <w:lvl w:ilvl="2" w:tplc="64DA7840">
      <w:start w:val="1"/>
      <w:numFmt w:val="lowerRoman"/>
      <w:lvlText w:val="%3."/>
      <w:lvlJc w:val="right"/>
      <w:pPr>
        <w:ind w:left="2160" w:hanging="180"/>
      </w:pPr>
    </w:lvl>
    <w:lvl w:ilvl="3" w:tplc="BCAC94D0">
      <w:start w:val="1"/>
      <w:numFmt w:val="decimal"/>
      <w:lvlText w:val="%4."/>
      <w:lvlJc w:val="left"/>
      <w:pPr>
        <w:ind w:left="2880" w:hanging="360"/>
      </w:pPr>
    </w:lvl>
    <w:lvl w:ilvl="4" w:tplc="5B3EC8DE">
      <w:start w:val="1"/>
      <w:numFmt w:val="lowerLetter"/>
      <w:lvlText w:val="%5."/>
      <w:lvlJc w:val="left"/>
      <w:pPr>
        <w:ind w:left="3600" w:hanging="360"/>
      </w:pPr>
    </w:lvl>
    <w:lvl w:ilvl="5" w:tplc="91ECA9E0">
      <w:start w:val="1"/>
      <w:numFmt w:val="lowerRoman"/>
      <w:lvlText w:val="%6."/>
      <w:lvlJc w:val="right"/>
      <w:pPr>
        <w:ind w:left="4320" w:hanging="180"/>
      </w:pPr>
    </w:lvl>
    <w:lvl w:ilvl="6" w:tplc="7FD472F2">
      <w:start w:val="1"/>
      <w:numFmt w:val="decimal"/>
      <w:lvlText w:val="%7."/>
      <w:lvlJc w:val="left"/>
      <w:pPr>
        <w:ind w:left="5040" w:hanging="360"/>
      </w:pPr>
    </w:lvl>
    <w:lvl w:ilvl="7" w:tplc="0F04889E">
      <w:start w:val="1"/>
      <w:numFmt w:val="lowerLetter"/>
      <w:lvlText w:val="%8."/>
      <w:lvlJc w:val="left"/>
      <w:pPr>
        <w:ind w:left="5760" w:hanging="360"/>
      </w:pPr>
    </w:lvl>
    <w:lvl w:ilvl="8" w:tplc="B78C1216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093947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8650131"/>
    <w:multiLevelType w:val="hybridMultilevel"/>
    <w:tmpl w:val="A55A147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9E6812"/>
    <w:multiLevelType w:val="hybridMultilevel"/>
    <w:tmpl w:val="7F928242"/>
    <w:lvl w:ilvl="0" w:tplc="0410000F">
      <w:start w:val="1"/>
      <w:numFmt w:val="decimal"/>
      <w:lvlText w:val="%1."/>
      <w:lvlJc w:val="lef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1B887103"/>
    <w:multiLevelType w:val="hybridMultilevel"/>
    <w:tmpl w:val="C1A42A7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CDA1950"/>
    <w:multiLevelType w:val="hybridMultilevel"/>
    <w:tmpl w:val="63285D78"/>
    <w:lvl w:ilvl="0" w:tplc="0410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3BA4C01"/>
    <w:multiLevelType w:val="hybridMultilevel"/>
    <w:tmpl w:val="F9BE769A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24BE40DA"/>
    <w:multiLevelType w:val="hybridMultilevel"/>
    <w:tmpl w:val="FFFFFFFF"/>
    <w:lvl w:ilvl="0" w:tplc="761EC2D2">
      <w:start w:val="1"/>
      <w:numFmt w:val="decimal"/>
      <w:lvlText w:val="%1."/>
      <w:lvlJc w:val="left"/>
      <w:pPr>
        <w:ind w:left="720" w:hanging="360"/>
      </w:pPr>
    </w:lvl>
    <w:lvl w:ilvl="1" w:tplc="A1A008C4">
      <w:start w:val="1"/>
      <w:numFmt w:val="lowerLetter"/>
      <w:lvlText w:val="%2."/>
      <w:lvlJc w:val="left"/>
      <w:pPr>
        <w:ind w:left="1440" w:hanging="360"/>
      </w:pPr>
    </w:lvl>
    <w:lvl w:ilvl="2" w:tplc="BB4E50A4">
      <w:start w:val="1"/>
      <w:numFmt w:val="lowerRoman"/>
      <w:lvlText w:val="%3."/>
      <w:lvlJc w:val="right"/>
      <w:pPr>
        <w:ind w:left="2160" w:hanging="180"/>
      </w:pPr>
    </w:lvl>
    <w:lvl w:ilvl="3" w:tplc="F3F2437E">
      <w:start w:val="1"/>
      <w:numFmt w:val="decimal"/>
      <w:lvlText w:val="%4."/>
      <w:lvlJc w:val="left"/>
      <w:pPr>
        <w:ind w:left="2880" w:hanging="360"/>
      </w:pPr>
    </w:lvl>
    <w:lvl w:ilvl="4" w:tplc="9F5046BE">
      <w:start w:val="1"/>
      <w:numFmt w:val="lowerLetter"/>
      <w:lvlText w:val="%5."/>
      <w:lvlJc w:val="left"/>
      <w:pPr>
        <w:ind w:left="3600" w:hanging="360"/>
      </w:pPr>
    </w:lvl>
    <w:lvl w:ilvl="5" w:tplc="73C005DC">
      <w:start w:val="1"/>
      <w:numFmt w:val="lowerRoman"/>
      <w:lvlText w:val="%6."/>
      <w:lvlJc w:val="right"/>
      <w:pPr>
        <w:ind w:left="4320" w:hanging="180"/>
      </w:pPr>
    </w:lvl>
    <w:lvl w:ilvl="6" w:tplc="26DE80BA">
      <w:start w:val="1"/>
      <w:numFmt w:val="decimal"/>
      <w:lvlText w:val="%7."/>
      <w:lvlJc w:val="left"/>
      <w:pPr>
        <w:ind w:left="5040" w:hanging="360"/>
      </w:pPr>
    </w:lvl>
    <w:lvl w:ilvl="7" w:tplc="D1507E7E">
      <w:start w:val="1"/>
      <w:numFmt w:val="lowerLetter"/>
      <w:lvlText w:val="%8."/>
      <w:lvlJc w:val="left"/>
      <w:pPr>
        <w:ind w:left="5760" w:hanging="360"/>
      </w:pPr>
    </w:lvl>
    <w:lvl w:ilvl="8" w:tplc="0D42F02E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320D63"/>
    <w:multiLevelType w:val="hybridMultilevel"/>
    <w:tmpl w:val="42BC9312"/>
    <w:lvl w:ilvl="0" w:tplc="6066B666">
      <w:start w:val="1"/>
      <w:numFmt w:val="decimal"/>
      <w:lvlText w:val="%1."/>
      <w:lvlJc w:val="left"/>
      <w:pPr>
        <w:ind w:left="720" w:hanging="360"/>
      </w:pPr>
    </w:lvl>
    <w:lvl w:ilvl="1" w:tplc="12582C70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43AC9D08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E70425DA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A61628F8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39CEDB86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24345610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57CC7B2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84A0944E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 w15:restartNumberingAfterBreak="0">
    <w:nsid w:val="28945DDA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0BF4675"/>
    <w:multiLevelType w:val="hybridMultilevel"/>
    <w:tmpl w:val="FFFFFFFF"/>
    <w:lvl w:ilvl="0" w:tplc="6A5E0D30">
      <w:start w:val="1"/>
      <w:numFmt w:val="decimal"/>
      <w:lvlText w:val="%1."/>
      <w:lvlJc w:val="left"/>
      <w:pPr>
        <w:ind w:left="720" w:hanging="360"/>
      </w:pPr>
    </w:lvl>
    <w:lvl w:ilvl="1" w:tplc="651AF8D2">
      <w:start w:val="1"/>
      <w:numFmt w:val="lowerLetter"/>
      <w:lvlText w:val="%2."/>
      <w:lvlJc w:val="left"/>
      <w:pPr>
        <w:ind w:left="1440" w:hanging="360"/>
      </w:pPr>
    </w:lvl>
    <w:lvl w:ilvl="2" w:tplc="3BEAE654">
      <w:start w:val="1"/>
      <w:numFmt w:val="lowerRoman"/>
      <w:lvlText w:val="%3."/>
      <w:lvlJc w:val="right"/>
      <w:pPr>
        <w:ind w:left="2160" w:hanging="180"/>
      </w:pPr>
    </w:lvl>
    <w:lvl w:ilvl="3" w:tplc="C48CA8FC">
      <w:start w:val="1"/>
      <w:numFmt w:val="decimal"/>
      <w:lvlText w:val="%4."/>
      <w:lvlJc w:val="left"/>
      <w:pPr>
        <w:ind w:left="2880" w:hanging="360"/>
      </w:pPr>
    </w:lvl>
    <w:lvl w:ilvl="4" w:tplc="6FF0C49C">
      <w:start w:val="1"/>
      <w:numFmt w:val="lowerLetter"/>
      <w:lvlText w:val="%5."/>
      <w:lvlJc w:val="left"/>
      <w:pPr>
        <w:ind w:left="3600" w:hanging="360"/>
      </w:pPr>
    </w:lvl>
    <w:lvl w:ilvl="5" w:tplc="0A129312">
      <w:start w:val="1"/>
      <w:numFmt w:val="lowerRoman"/>
      <w:lvlText w:val="%6."/>
      <w:lvlJc w:val="right"/>
      <w:pPr>
        <w:ind w:left="4320" w:hanging="180"/>
      </w:pPr>
    </w:lvl>
    <w:lvl w:ilvl="6" w:tplc="8BCA66B6">
      <w:start w:val="1"/>
      <w:numFmt w:val="decimal"/>
      <w:lvlText w:val="%7."/>
      <w:lvlJc w:val="left"/>
      <w:pPr>
        <w:ind w:left="5040" w:hanging="360"/>
      </w:pPr>
    </w:lvl>
    <w:lvl w:ilvl="7" w:tplc="CC98720A">
      <w:start w:val="1"/>
      <w:numFmt w:val="lowerLetter"/>
      <w:lvlText w:val="%8."/>
      <w:lvlJc w:val="left"/>
      <w:pPr>
        <w:ind w:left="5760" w:hanging="360"/>
      </w:pPr>
    </w:lvl>
    <w:lvl w:ilvl="8" w:tplc="8DE2855E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91376C"/>
    <w:multiLevelType w:val="hybridMultilevel"/>
    <w:tmpl w:val="F55A1912"/>
    <w:lvl w:ilvl="0" w:tplc="5C6046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9D610E4"/>
    <w:multiLevelType w:val="hybridMultilevel"/>
    <w:tmpl w:val="74DCB2D8"/>
    <w:lvl w:ilvl="0" w:tplc="486244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1732C6"/>
    <w:multiLevelType w:val="hybridMultilevel"/>
    <w:tmpl w:val="DA8E057A"/>
    <w:lvl w:ilvl="0" w:tplc="BCDA7AF0">
      <w:start w:val="2"/>
      <w:numFmt w:val="bullet"/>
      <w:lvlText w:val="-"/>
      <w:lvlJc w:val="left"/>
      <w:pPr>
        <w:ind w:left="615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22" w15:restartNumberingAfterBreak="0">
    <w:nsid w:val="3D9C5475"/>
    <w:multiLevelType w:val="hybridMultilevel"/>
    <w:tmpl w:val="7436B92A"/>
    <w:lvl w:ilvl="0" w:tplc="10BEBFCC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53675AC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810515B"/>
    <w:multiLevelType w:val="hybridMultilevel"/>
    <w:tmpl w:val="98604A5A"/>
    <w:lvl w:ilvl="0" w:tplc="B3CC07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EFC4F6A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B11034C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685C2BA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CEE26AB0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75084DE2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578637A0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3EA81AE8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97F05A22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25" w15:restartNumberingAfterBreak="0">
    <w:nsid w:val="4837369E"/>
    <w:multiLevelType w:val="hybridMultilevel"/>
    <w:tmpl w:val="A022B3A2"/>
    <w:lvl w:ilvl="0" w:tplc="FE3E57CA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418ADB6A">
      <w:start w:val="1"/>
      <w:numFmt w:val="lowerLetter"/>
      <w:lvlText w:val="%2."/>
      <w:lvlJc w:val="left"/>
      <w:pPr>
        <w:ind w:left="1788" w:hanging="360"/>
      </w:pPr>
    </w:lvl>
    <w:lvl w:ilvl="2" w:tplc="11041F4A">
      <w:start w:val="1"/>
      <w:numFmt w:val="lowerRoman"/>
      <w:lvlText w:val="%3."/>
      <w:lvlJc w:val="right"/>
      <w:pPr>
        <w:ind w:left="2508" w:hanging="180"/>
      </w:pPr>
    </w:lvl>
    <w:lvl w:ilvl="3" w:tplc="9F8C6614">
      <w:start w:val="1"/>
      <w:numFmt w:val="decimal"/>
      <w:lvlText w:val="%4."/>
      <w:lvlJc w:val="left"/>
      <w:pPr>
        <w:ind w:left="3228" w:hanging="360"/>
      </w:pPr>
    </w:lvl>
    <w:lvl w:ilvl="4" w:tplc="68CE2286">
      <w:start w:val="1"/>
      <w:numFmt w:val="lowerLetter"/>
      <w:lvlText w:val="%5."/>
      <w:lvlJc w:val="left"/>
      <w:pPr>
        <w:ind w:left="3948" w:hanging="360"/>
      </w:pPr>
    </w:lvl>
    <w:lvl w:ilvl="5" w:tplc="C786DA20">
      <w:start w:val="1"/>
      <w:numFmt w:val="lowerRoman"/>
      <w:lvlText w:val="%6."/>
      <w:lvlJc w:val="right"/>
      <w:pPr>
        <w:ind w:left="4668" w:hanging="180"/>
      </w:pPr>
    </w:lvl>
    <w:lvl w:ilvl="6" w:tplc="B6149A36">
      <w:start w:val="1"/>
      <w:numFmt w:val="decimal"/>
      <w:lvlText w:val="%7."/>
      <w:lvlJc w:val="left"/>
      <w:pPr>
        <w:ind w:left="5388" w:hanging="360"/>
      </w:pPr>
    </w:lvl>
    <w:lvl w:ilvl="7" w:tplc="72860C94">
      <w:start w:val="1"/>
      <w:numFmt w:val="lowerLetter"/>
      <w:lvlText w:val="%8."/>
      <w:lvlJc w:val="left"/>
      <w:pPr>
        <w:ind w:left="6108" w:hanging="360"/>
      </w:pPr>
    </w:lvl>
    <w:lvl w:ilvl="8" w:tplc="C8B44518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4D737AAD"/>
    <w:multiLevelType w:val="hybridMultilevel"/>
    <w:tmpl w:val="0A385760"/>
    <w:lvl w:ilvl="0" w:tplc="0410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7" w15:restartNumberingAfterBreak="0">
    <w:nsid w:val="4E5F69D4"/>
    <w:multiLevelType w:val="hybridMultilevel"/>
    <w:tmpl w:val="4AF8986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4E35A0"/>
    <w:multiLevelType w:val="hybridMultilevel"/>
    <w:tmpl w:val="2C7E6140"/>
    <w:lvl w:ilvl="0" w:tplc="0410000F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506" w:hanging="360"/>
      </w:pPr>
    </w:lvl>
    <w:lvl w:ilvl="2" w:tplc="0410001B">
      <w:start w:val="1"/>
      <w:numFmt w:val="lowerRoman"/>
      <w:lvlText w:val="%3."/>
      <w:lvlJc w:val="right"/>
      <w:pPr>
        <w:ind w:left="2226" w:hanging="180"/>
      </w:pPr>
    </w:lvl>
    <w:lvl w:ilvl="3" w:tplc="0410000F">
      <w:start w:val="1"/>
      <w:numFmt w:val="decimal"/>
      <w:lvlText w:val="%4."/>
      <w:lvlJc w:val="left"/>
      <w:pPr>
        <w:ind w:left="2946" w:hanging="360"/>
      </w:pPr>
    </w:lvl>
    <w:lvl w:ilvl="4" w:tplc="04100019">
      <w:start w:val="1"/>
      <w:numFmt w:val="lowerLetter"/>
      <w:lvlText w:val="%5."/>
      <w:lvlJc w:val="left"/>
      <w:pPr>
        <w:ind w:left="3666" w:hanging="360"/>
      </w:pPr>
    </w:lvl>
    <w:lvl w:ilvl="5" w:tplc="0410001B">
      <w:start w:val="1"/>
      <w:numFmt w:val="lowerRoman"/>
      <w:lvlText w:val="%6."/>
      <w:lvlJc w:val="right"/>
      <w:pPr>
        <w:ind w:left="4386" w:hanging="180"/>
      </w:pPr>
    </w:lvl>
    <w:lvl w:ilvl="6" w:tplc="0410000F">
      <w:start w:val="1"/>
      <w:numFmt w:val="decimal"/>
      <w:lvlText w:val="%7."/>
      <w:lvlJc w:val="left"/>
      <w:pPr>
        <w:ind w:left="5106" w:hanging="360"/>
      </w:pPr>
    </w:lvl>
    <w:lvl w:ilvl="7" w:tplc="04100019">
      <w:start w:val="1"/>
      <w:numFmt w:val="lowerLetter"/>
      <w:lvlText w:val="%8."/>
      <w:lvlJc w:val="left"/>
      <w:pPr>
        <w:ind w:left="5826" w:hanging="360"/>
      </w:pPr>
    </w:lvl>
    <w:lvl w:ilvl="8" w:tplc="0410001B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4F970CF2"/>
    <w:multiLevelType w:val="hybridMultilevel"/>
    <w:tmpl w:val="D63C484E"/>
    <w:lvl w:ilvl="0" w:tplc="0410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56EA28D6"/>
    <w:multiLevelType w:val="hybridMultilevel"/>
    <w:tmpl w:val="3A0AF184"/>
    <w:lvl w:ilvl="0" w:tplc="A9B2916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87F3F9A"/>
    <w:multiLevelType w:val="hybridMultilevel"/>
    <w:tmpl w:val="6EAE9BB4"/>
    <w:lvl w:ilvl="0" w:tplc="0410000F">
      <w:start w:val="1"/>
      <w:numFmt w:val="decimal"/>
      <w:lvlText w:val="%1."/>
      <w:lvlJc w:val="left"/>
      <w:pPr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5C805B31"/>
    <w:multiLevelType w:val="hybridMultilevel"/>
    <w:tmpl w:val="204EBACE"/>
    <w:lvl w:ilvl="0" w:tplc="F19206B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FB2EB692">
      <w:start w:val="1"/>
      <w:numFmt w:val="lowerLetter"/>
      <w:lvlText w:val="%2."/>
      <w:lvlJc w:val="left"/>
      <w:pPr>
        <w:ind w:left="1080" w:hanging="360"/>
      </w:pPr>
    </w:lvl>
    <w:lvl w:ilvl="2" w:tplc="9C088F2A">
      <w:start w:val="1"/>
      <w:numFmt w:val="lowerRoman"/>
      <w:lvlText w:val="%3."/>
      <w:lvlJc w:val="right"/>
      <w:pPr>
        <w:ind w:left="1800" w:hanging="180"/>
      </w:pPr>
    </w:lvl>
    <w:lvl w:ilvl="3" w:tplc="E7EE1660">
      <w:start w:val="1"/>
      <w:numFmt w:val="decimal"/>
      <w:lvlText w:val="%4."/>
      <w:lvlJc w:val="left"/>
      <w:pPr>
        <w:ind w:left="2520" w:hanging="360"/>
      </w:pPr>
    </w:lvl>
    <w:lvl w:ilvl="4" w:tplc="E6141602">
      <w:start w:val="1"/>
      <w:numFmt w:val="lowerLetter"/>
      <w:lvlText w:val="%5."/>
      <w:lvlJc w:val="left"/>
      <w:pPr>
        <w:ind w:left="3240" w:hanging="360"/>
      </w:pPr>
    </w:lvl>
    <w:lvl w:ilvl="5" w:tplc="AB1CE400">
      <w:start w:val="1"/>
      <w:numFmt w:val="lowerRoman"/>
      <w:lvlText w:val="%6."/>
      <w:lvlJc w:val="right"/>
      <w:pPr>
        <w:ind w:left="3960" w:hanging="180"/>
      </w:pPr>
    </w:lvl>
    <w:lvl w:ilvl="6" w:tplc="78968EB6">
      <w:start w:val="1"/>
      <w:numFmt w:val="decimal"/>
      <w:lvlText w:val="%7."/>
      <w:lvlJc w:val="left"/>
      <w:pPr>
        <w:ind w:left="4680" w:hanging="360"/>
      </w:pPr>
    </w:lvl>
    <w:lvl w:ilvl="7" w:tplc="4C861FCC">
      <w:start w:val="1"/>
      <w:numFmt w:val="lowerLetter"/>
      <w:lvlText w:val="%8."/>
      <w:lvlJc w:val="left"/>
      <w:pPr>
        <w:ind w:left="5400" w:hanging="360"/>
      </w:pPr>
    </w:lvl>
    <w:lvl w:ilvl="8" w:tplc="5FC436C0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62B577B"/>
    <w:multiLevelType w:val="hybridMultilevel"/>
    <w:tmpl w:val="5B6E151C"/>
    <w:lvl w:ilvl="0" w:tplc="B0BC9AA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6925001A"/>
    <w:multiLevelType w:val="hybridMultilevel"/>
    <w:tmpl w:val="FFFFFFFF"/>
    <w:lvl w:ilvl="0" w:tplc="1624E1E0">
      <w:start w:val="1"/>
      <w:numFmt w:val="decimal"/>
      <w:lvlText w:val="%1."/>
      <w:lvlJc w:val="left"/>
      <w:pPr>
        <w:ind w:left="720" w:hanging="360"/>
      </w:pPr>
    </w:lvl>
    <w:lvl w:ilvl="1" w:tplc="E128571A">
      <w:start w:val="1"/>
      <w:numFmt w:val="lowerLetter"/>
      <w:lvlText w:val="%2."/>
      <w:lvlJc w:val="left"/>
      <w:pPr>
        <w:ind w:left="1440" w:hanging="360"/>
      </w:pPr>
    </w:lvl>
    <w:lvl w:ilvl="2" w:tplc="EF343C6E">
      <w:start w:val="1"/>
      <w:numFmt w:val="lowerRoman"/>
      <w:lvlText w:val="%3."/>
      <w:lvlJc w:val="right"/>
      <w:pPr>
        <w:ind w:left="2160" w:hanging="180"/>
      </w:pPr>
    </w:lvl>
    <w:lvl w:ilvl="3" w:tplc="D21864EE">
      <w:start w:val="1"/>
      <w:numFmt w:val="decimal"/>
      <w:lvlText w:val="%4."/>
      <w:lvlJc w:val="left"/>
      <w:pPr>
        <w:ind w:left="2880" w:hanging="360"/>
      </w:pPr>
    </w:lvl>
    <w:lvl w:ilvl="4" w:tplc="62363962">
      <w:start w:val="1"/>
      <w:numFmt w:val="lowerLetter"/>
      <w:lvlText w:val="%5."/>
      <w:lvlJc w:val="left"/>
      <w:pPr>
        <w:ind w:left="3600" w:hanging="360"/>
      </w:pPr>
    </w:lvl>
    <w:lvl w:ilvl="5" w:tplc="EA1AAD34">
      <w:start w:val="1"/>
      <w:numFmt w:val="lowerRoman"/>
      <w:lvlText w:val="%6."/>
      <w:lvlJc w:val="right"/>
      <w:pPr>
        <w:ind w:left="4320" w:hanging="180"/>
      </w:pPr>
    </w:lvl>
    <w:lvl w:ilvl="6" w:tplc="2DAC8F70">
      <w:start w:val="1"/>
      <w:numFmt w:val="decimal"/>
      <w:lvlText w:val="%7."/>
      <w:lvlJc w:val="left"/>
      <w:pPr>
        <w:ind w:left="5040" w:hanging="360"/>
      </w:pPr>
    </w:lvl>
    <w:lvl w:ilvl="7" w:tplc="259E80BC">
      <w:start w:val="1"/>
      <w:numFmt w:val="lowerLetter"/>
      <w:lvlText w:val="%8."/>
      <w:lvlJc w:val="left"/>
      <w:pPr>
        <w:ind w:left="5760" w:hanging="360"/>
      </w:pPr>
    </w:lvl>
    <w:lvl w:ilvl="8" w:tplc="119037F6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3A10FA"/>
    <w:multiLevelType w:val="hybridMultilevel"/>
    <w:tmpl w:val="1486A212"/>
    <w:lvl w:ilvl="0" w:tplc="4A228CD8">
      <w:start w:val="3"/>
      <w:numFmt w:val="decimal"/>
      <w:lvlText w:val="%1."/>
      <w:lvlJc w:val="left"/>
      <w:pPr>
        <w:ind w:left="1068" w:hanging="360"/>
      </w:pPr>
    </w:lvl>
    <w:lvl w:ilvl="1" w:tplc="04100019">
      <w:start w:val="1"/>
      <w:numFmt w:val="lowerLetter"/>
      <w:lvlText w:val="%2."/>
      <w:lvlJc w:val="left"/>
      <w:pPr>
        <w:ind w:left="1788" w:hanging="360"/>
      </w:pPr>
    </w:lvl>
    <w:lvl w:ilvl="2" w:tplc="0410001B">
      <w:start w:val="1"/>
      <w:numFmt w:val="lowerRoman"/>
      <w:lvlText w:val="%3."/>
      <w:lvlJc w:val="right"/>
      <w:pPr>
        <w:ind w:left="2508" w:hanging="180"/>
      </w:pPr>
    </w:lvl>
    <w:lvl w:ilvl="3" w:tplc="0410000F">
      <w:start w:val="1"/>
      <w:numFmt w:val="decimal"/>
      <w:lvlText w:val="%4."/>
      <w:lvlJc w:val="left"/>
      <w:pPr>
        <w:ind w:left="3228" w:hanging="360"/>
      </w:pPr>
    </w:lvl>
    <w:lvl w:ilvl="4" w:tplc="04100019">
      <w:start w:val="1"/>
      <w:numFmt w:val="lowerLetter"/>
      <w:lvlText w:val="%5."/>
      <w:lvlJc w:val="left"/>
      <w:pPr>
        <w:ind w:left="3948" w:hanging="360"/>
      </w:pPr>
    </w:lvl>
    <w:lvl w:ilvl="5" w:tplc="0410001B">
      <w:start w:val="1"/>
      <w:numFmt w:val="lowerRoman"/>
      <w:lvlText w:val="%6."/>
      <w:lvlJc w:val="right"/>
      <w:pPr>
        <w:ind w:left="4668" w:hanging="180"/>
      </w:pPr>
    </w:lvl>
    <w:lvl w:ilvl="6" w:tplc="0410000F">
      <w:start w:val="1"/>
      <w:numFmt w:val="decimal"/>
      <w:lvlText w:val="%7."/>
      <w:lvlJc w:val="left"/>
      <w:pPr>
        <w:ind w:left="5388" w:hanging="360"/>
      </w:pPr>
    </w:lvl>
    <w:lvl w:ilvl="7" w:tplc="04100019">
      <w:start w:val="1"/>
      <w:numFmt w:val="lowerLetter"/>
      <w:lvlText w:val="%8."/>
      <w:lvlJc w:val="left"/>
      <w:pPr>
        <w:ind w:left="6108" w:hanging="360"/>
      </w:pPr>
    </w:lvl>
    <w:lvl w:ilvl="8" w:tplc="0410001B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092551A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72D05642"/>
    <w:multiLevelType w:val="hybridMultilevel"/>
    <w:tmpl w:val="35B4B1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FB1CF2"/>
    <w:multiLevelType w:val="hybridMultilevel"/>
    <w:tmpl w:val="7EE2094A"/>
    <w:lvl w:ilvl="0" w:tplc="BFFA5938">
      <w:numFmt w:val="bullet"/>
      <w:lvlText w:val="•"/>
      <w:lvlJc w:val="left"/>
      <w:pPr>
        <w:ind w:left="855" w:hanging="360"/>
      </w:pPr>
      <w:rPr>
        <w:rFonts w:ascii="OpenSymbol" w:eastAsia="Times New Roman" w:hAnsi="OpenSymbol" w:cs="Open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7E07AE"/>
    <w:multiLevelType w:val="hybridMultilevel"/>
    <w:tmpl w:val="7E5287E8"/>
    <w:lvl w:ilvl="0" w:tplc="1624E1E0">
      <w:start w:val="1"/>
      <w:numFmt w:val="decimal"/>
      <w:lvlText w:val="%1."/>
      <w:lvlJc w:val="left"/>
      <w:pPr>
        <w:ind w:left="720" w:hanging="360"/>
      </w:pPr>
    </w:lvl>
    <w:lvl w:ilvl="1" w:tplc="1624E1E0">
      <w:start w:val="1"/>
      <w:numFmt w:val="decimal"/>
      <w:lvlText w:val="%2."/>
      <w:lvlJc w:val="left"/>
      <w:pPr>
        <w:ind w:left="1440" w:hanging="360"/>
      </w:pPr>
    </w:lvl>
    <w:lvl w:ilvl="2" w:tplc="EF343C6E">
      <w:start w:val="1"/>
      <w:numFmt w:val="lowerRoman"/>
      <w:lvlText w:val="%3."/>
      <w:lvlJc w:val="right"/>
      <w:pPr>
        <w:ind w:left="2160" w:hanging="180"/>
      </w:pPr>
    </w:lvl>
    <w:lvl w:ilvl="3" w:tplc="D21864EE">
      <w:start w:val="1"/>
      <w:numFmt w:val="decimal"/>
      <w:lvlText w:val="%4."/>
      <w:lvlJc w:val="left"/>
      <w:pPr>
        <w:ind w:left="2880" w:hanging="360"/>
      </w:pPr>
    </w:lvl>
    <w:lvl w:ilvl="4" w:tplc="62363962">
      <w:start w:val="1"/>
      <w:numFmt w:val="lowerLetter"/>
      <w:lvlText w:val="%5."/>
      <w:lvlJc w:val="left"/>
      <w:pPr>
        <w:ind w:left="3600" w:hanging="360"/>
      </w:pPr>
    </w:lvl>
    <w:lvl w:ilvl="5" w:tplc="EA1AAD34">
      <w:start w:val="1"/>
      <w:numFmt w:val="lowerRoman"/>
      <w:lvlText w:val="%6."/>
      <w:lvlJc w:val="right"/>
      <w:pPr>
        <w:ind w:left="4320" w:hanging="180"/>
      </w:pPr>
    </w:lvl>
    <w:lvl w:ilvl="6" w:tplc="2DAC8F70">
      <w:start w:val="1"/>
      <w:numFmt w:val="decimal"/>
      <w:lvlText w:val="%7."/>
      <w:lvlJc w:val="left"/>
      <w:pPr>
        <w:ind w:left="5040" w:hanging="360"/>
      </w:pPr>
    </w:lvl>
    <w:lvl w:ilvl="7" w:tplc="259E80BC">
      <w:start w:val="1"/>
      <w:numFmt w:val="lowerLetter"/>
      <w:lvlText w:val="%8."/>
      <w:lvlJc w:val="left"/>
      <w:pPr>
        <w:ind w:left="5760" w:hanging="360"/>
      </w:pPr>
    </w:lvl>
    <w:lvl w:ilvl="8" w:tplc="119037F6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973619"/>
    <w:multiLevelType w:val="multilevel"/>
    <w:tmpl w:val="0410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41" w15:restartNumberingAfterBreak="0">
    <w:nsid w:val="7B997CD6"/>
    <w:multiLevelType w:val="hybridMultilevel"/>
    <w:tmpl w:val="4F18D79A"/>
    <w:lvl w:ilvl="0" w:tplc="E07802E4">
      <w:start w:val="2"/>
      <w:numFmt w:val="bullet"/>
      <w:lvlText w:val="-"/>
      <w:lvlJc w:val="left"/>
      <w:pPr>
        <w:ind w:left="777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42" w15:restartNumberingAfterBreak="0">
    <w:nsid w:val="7ED57D5F"/>
    <w:multiLevelType w:val="hybridMultilevel"/>
    <w:tmpl w:val="F96AF9EA"/>
    <w:lvl w:ilvl="0" w:tplc="0410000F">
      <w:start w:val="1"/>
      <w:numFmt w:val="decimal"/>
      <w:lvlText w:val="%1.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 w15:restartNumberingAfterBreak="0">
    <w:nsid w:val="7F1342A2"/>
    <w:multiLevelType w:val="hybridMultilevel"/>
    <w:tmpl w:val="57CA5B30"/>
    <w:lvl w:ilvl="0" w:tplc="2FFEA51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824A05E">
      <w:start w:val="1"/>
      <w:numFmt w:val="lowerLetter"/>
      <w:lvlText w:val="%2."/>
      <w:lvlJc w:val="left"/>
      <w:pPr>
        <w:ind w:left="1080" w:hanging="360"/>
      </w:pPr>
    </w:lvl>
    <w:lvl w:ilvl="2" w:tplc="C2C82354">
      <w:start w:val="1"/>
      <w:numFmt w:val="lowerRoman"/>
      <w:lvlText w:val="%3."/>
      <w:lvlJc w:val="right"/>
      <w:pPr>
        <w:ind w:left="1800" w:hanging="180"/>
      </w:pPr>
    </w:lvl>
    <w:lvl w:ilvl="3" w:tplc="B22265D6">
      <w:start w:val="1"/>
      <w:numFmt w:val="decimal"/>
      <w:lvlText w:val="%4."/>
      <w:lvlJc w:val="left"/>
      <w:pPr>
        <w:ind w:left="2520" w:hanging="360"/>
      </w:pPr>
    </w:lvl>
    <w:lvl w:ilvl="4" w:tplc="54FCADF2">
      <w:start w:val="1"/>
      <w:numFmt w:val="lowerLetter"/>
      <w:lvlText w:val="%5."/>
      <w:lvlJc w:val="left"/>
      <w:pPr>
        <w:ind w:left="3240" w:hanging="360"/>
      </w:pPr>
    </w:lvl>
    <w:lvl w:ilvl="5" w:tplc="C70CB8D4">
      <w:start w:val="1"/>
      <w:numFmt w:val="lowerRoman"/>
      <w:lvlText w:val="%6."/>
      <w:lvlJc w:val="right"/>
      <w:pPr>
        <w:ind w:left="3960" w:hanging="180"/>
      </w:pPr>
    </w:lvl>
    <w:lvl w:ilvl="6" w:tplc="139002B0">
      <w:start w:val="1"/>
      <w:numFmt w:val="decimal"/>
      <w:lvlText w:val="%7."/>
      <w:lvlJc w:val="left"/>
      <w:pPr>
        <w:ind w:left="4680" w:hanging="360"/>
      </w:pPr>
    </w:lvl>
    <w:lvl w:ilvl="7" w:tplc="96EED0C6">
      <w:start w:val="1"/>
      <w:numFmt w:val="lowerLetter"/>
      <w:lvlText w:val="%8."/>
      <w:lvlJc w:val="left"/>
      <w:pPr>
        <w:ind w:left="5400" w:hanging="360"/>
      </w:pPr>
    </w:lvl>
    <w:lvl w:ilvl="8" w:tplc="BDC00EA0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7"/>
  </w:num>
  <w:num w:numId="4">
    <w:abstractNumId w:val="14"/>
  </w:num>
  <w:num w:numId="5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720" w:hanging="360"/>
        </w:pPr>
      </w:lvl>
    </w:lvlOverride>
  </w:num>
  <w:num w:numId="6">
    <w:abstractNumId w:val="28"/>
  </w:num>
  <w:num w:numId="7">
    <w:abstractNumId w:val="3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8"/>
  </w:num>
  <w:num w:numId="9">
    <w:abstractNumId w:val="13"/>
  </w:num>
  <w:num w:numId="10">
    <w:abstractNumId w:val="25"/>
  </w:num>
  <w:num w:numId="11">
    <w:abstractNumId w:val="43"/>
  </w:num>
  <w:num w:numId="12">
    <w:abstractNumId w:val="32"/>
  </w:num>
  <w:num w:numId="13">
    <w:abstractNumId w:val="41"/>
  </w:num>
  <w:num w:numId="14">
    <w:abstractNumId w:val="21"/>
  </w:num>
  <w:num w:numId="15">
    <w:abstractNumId w:val="30"/>
  </w:num>
  <w:num w:numId="16">
    <w:abstractNumId w:val="19"/>
  </w:num>
  <w:num w:numId="17">
    <w:abstractNumId w:val="33"/>
  </w:num>
  <w:num w:numId="18">
    <w:abstractNumId w:val="16"/>
  </w:num>
  <w:num w:numId="19">
    <w:abstractNumId w:val="26"/>
  </w:num>
  <w:num w:numId="20">
    <w:abstractNumId w:val="11"/>
  </w:num>
  <w:num w:numId="2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"/>
  </w:num>
  <w:num w:numId="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</w:num>
  <w:num w:numId="30">
    <w:abstractNumId w:val="2"/>
  </w:num>
  <w:num w:numId="31">
    <w:abstractNumId w:val="9"/>
  </w:num>
  <w:num w:numId="32">
    <w:abstractNumId w:val="17"/>
  </w:num>
  <w:num w:numId="33">
    <w:abstractNumId w:val="23"/>
  </w:num>
  <w:num w:numId="34">
    <w:abstractNumId w:val="22"/>
  </w:num>
  <w:num w:numId="35">
    <w:abstractNumId w:val="4"/>
  </w:num>
  <w:num w:numId="36">
    <w:abstractNumId w:val="40"/>
  </w:num>
  <w:num w:numId="37">
    <w:abstractNumId w:val="34"/>
  </w:num>
  <w:num w:numId="38">
    <w:abstractNumId w:val="36"/>
  </w:num>
  <w:num w:numId="39">
    <w:abstractNumId w:val="5"/>
  </w:num>
  <w:num w:numId="40">
    <w:abstractNumId w:val="42"/>
  </w:num>
  <w:num w:numId="41">
    <w:abstractNumId w:val="3"/>
  </w:num>
  <w:num w:numId="42">
    <w:abstractNumId w:val="20"/>
  </w:num>
  <w:num w:numId="43">
    <w:abstractNumId w:val="29"/>
  </w:num>
  <w:num w:numId="44">
    <w:abstractNumId w:val="37"/>
  </w:num>
  <w:num w:numId="45">
    <w:abstractNumId w:val="10"/>
  </w:num>
  <w:num w:numId="46">
    <w:abstractNumId w:val="31"/>
  </w:num>
  <w:num w:numId="47">
    <w:abstractNumId w:val="6"/>
  </w:num>
  <w:num w:numId="48">
    <w:abstractNumId w:val="1"/>
  </w:num>
  <w:num w:numId="49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4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4B5"/>
    <w:rsid w:val="000014C0"/>
    <w:rsid w:val="000038EC"/>
    <w:rsid w:val="00005EF4"/>
    <w:rsid w:val="00007F5E"/>
    <w:rsid w:val="000131C9"/>
    <w:rsid w:val="0001613F"/>
    <w:rsid w:val="00017AC3"/>
    <w:rsid w:val="00022FB0"/>
    <w:rsid w:val="00023ADD"/>
    <w:rsid w:val="00023DAD"/>
    <w:rsid w:val="00026241"/>
    <w:rsid w:val="000262E5"/>
    <w:rsid w:val="00026641"/>
    <w:rsid w:val="00030134"/>
    <w:rsid w:val="00032B2F"/>
    <w:rsid w:val="00036C15"/>
    <w:rsid w:val="000413EE"/>
    <w:rsid w:val="00041C47"/>
    <w:rsid w:val="00042FA4"/>
    <w:rsid w:val="00043931"/>
    <w:rsid w:val="00045444"/>
    <w:rsid w:val="00051211"/>
    <w:rsid w:val="00054409"/>
    <w:rsid w:val="00056052"/>
    <w:rsid w:val="000576AD"/>
    <w:rsid w:val="0006537A"/>
    <w:rsid w:val="00066B9F"/>
    <w:rsid w:val="00067128"/>
    <w:rsid w:val="000679BA"/>
    <w:rsid w:val="00070C6A"/>
    <w:rsid w:val="0007276E"/>
    <w:rsid w:val="00075251"/>
    <w:rsid w:val="00080D1A"/>
    <w:rsid w:val="0008146E"/>
    <w:rsid w:val="000819C6"/>
    <w:rsid w:val="00085F2E"/>
    <w:rsid w:val="0008652F"/>
    <w:rsid w:val="0008666C"/>
    <w:rsid w:val="00087A3A"/>
    <w:rsid w:val="00093C3D"/>
    <w:rsid w:val="000948FE"/>
    <w:rsid w:val="000A091B"/>
    <w:rsid w:val="000A4C83"/>
    <w:rsid w:val="000A5D58"/>
    <w:rsid w:val="000A628B"/>
    <w:rsid w:val="000A7FDE"/>
    <w:rsid w:val="000B0534"/>
    <w:rsid w:val="000B168A"/>
    <w:rsid w:val="000B35B7"/>
    <w:rsid w:val="000B3795"/>
    <w:rsid w:val="000B4FA7"/>
    <w:rsid w:val="000B7CB2"/>
    <w:rsid w:val="000C30F2"/>
    <w:rsid w:val="000C5E6A"/>
    <w:rsid w:val="000D029F"/>
    <w:rsid w:val="000D34C8"/>
    <w:rsid w:val="000D3A64"/>
    <w:rsid w:val="000D54DB"/>
    <w:rsid w:val="000D6064"/>
    <w:rsid w:val="000D66B1"/>
    <w:rsid w:val="000D7FF7"/>
    <w:rsid w:val="000E4BEB"/>
    <w:rsid w:val="000E4DA4"/>
    <w:rsid w:val="000E527F"/>
    <w:rsid w:val="000E604A"/>
    <w:rsid w:val="000E7899"/>
    <w:rsid w:val="000F1815"/>
    <w:rsid w:val="000F2B57"/>
    <w:rsid w:val="000F3ED6"/>
    <w:rsid w:val="0010058B"/>
    <w:rsid w:val="0010096A"/>
    <w:rsid w:val="00101075"/>
    <w:rsid w:val="001028E4"/>
    <w:rsid w:val="00102938"/>
    <w:rsid w:val="00102CF0"/>
    <w:rsid w:val="00102F69"/>
    <w:rsid w:val="00111D25"/>
    <w:rsid w:val="00115C54"/>
    <w:rsid w:val="001169C1"/>
    <w:rsid w:val="00117007"/>
    <w:rsid w:val="00121DFA"/>
    <w:rsid w:val="001246DC"/>
    <w:rsid w:val="00130B2E"/>
    <w:rsid w:val="00132220"/>
    <w:rsid w:val="001328E3"/>
    <w:rsid w:val="00136AAF"/>
    <w:rsid w:val="0013742A"/>
    <w:rsid w:val="001378B4"/>
    <w:rsid w:val="00141692"/>
    <w:rsid w:val="001446D9"/>
    <w:rsid w:val="0014471B"/>
    <w:rsid w:val="00146165"/>
    <w:rsid w:val="001533AD"/>
    <w:rsid w:val="00161346"/>
    <w:rsid w:val="001618FB"/>
    <w:rsid w:val="00162A1B"/>
    <w:rsid w:val="00164485"/>
    <w:rsid w:val="00164A91"/>
    <w:rsid w:val="0017002E"/>
    <w:rsid w:val="00170600"/>
    <w:rsid w:val="00173842"/>
    <w:rsid w:val="001745D9"/>
    <w:rsid w:val="0017485C"/>
    <w:rsid w:val="0017552F"/>
    <w:rsid w:val="00176944"/>
    <w:rsid w:val="00181010"/>
    <w:rsid w:val="00182281"/>
    <w:rsid w:val="00182911"/>
    <w:rsid w:val="00182FB1"/>
    <w:rsid w:val="00183AF1"/>
    <w:rsid w:val="00183F8D"/>
    <w:rsid w:val="001847D7"/>
    <w:rsid w:val="00185D0F"/>
    <w:rsid w:val="00191C00"/>
    <w:rsid w:val="00192F0A"/>
    <w:rsid w:val="00195771"/>
    <w:rsid w:val="001A1970"/>
    <w:rsid w:val="001A4B80"/>
    <w:rsid w:val="001A5567"/>
    <w:rsid w:val="001B0A67"/>
    <w:rsid w:val="001B123A"/>
    <w:rsid w:val="001B2557"/>
    <w:rsid w:val="001B2688"/>
    <w:rsid w:val="001B3D0F"/>
    <w:rsid w:val="001B4728"/>
    <w:rsid w:val="001B6682"/>
    <w:rsid w:val="001C0444"/>
    <w:rsid w:val="001C44BF"/>
    <w:rsid w:val="001D1BD1"/>
    <w:rsid w:val="001D1D34"/>
    <w:rsid w:val="001D5B6F"/>
    <w:rsid w:val="001D75DE"/>
    <w:rsid w:val="001E0D02"/>
    <w:rsid w:val="001E2AFA"/>
    <w:rsid w:val="001E3127"/>
    <w:rsid w:val="001E6C80"/>
    <w:rsid w:val="001E7B81"/>
    <w:rsid w:val="001F1B50"/>
    <w:rsid w:val="001F2954"/>
    <w:rsid w:val="001F308F"/>
    <w:rsid w:val="001F6207"/>
    <w:rsid w:val="001F7F22"/>
    <w:rsid w:val="00200288"/>
    <w:rsid w:val="002043F3"/>
    <w:rsid w:val="002051CF"/>
    <w:rsid w:val="00207266"/>
    <w:rsid w:val="0020759E"/>
    <w:rsid w:val="002113B2"/>
    <w:rsid w:val="002118C9"/>
    <w:rsid w:val="002120D4"/>
    <w:rsid w:val="00216E23"/>
    <w:rsid w:val="00217F26"/>
    <w:rsid w:val="00220498"/>
    <w:rsid w:val="002206FA"/>
    <w:rsid w:val="00221656"/>
    <w:rsid w:val="00223CD4"/>
    <w:rsid w:val="0022430A"/>
    <w:rsid w:val="00225C3E"/>
    <w:rsid w:val="00230063"/>
    <w:rsid w:val="00236628"/>
    <w:rsid w:val="00241414"/>
    <w:rsid w:val="0024245F"/>
    <w:rsid w:val="00243C32"/>
    <w:rsid w:val="00244AE7"/>
    <w:rsid w:val="00244DFE"/>
    <w:rsid w:val="00245FFB"/>
    <w:rsid w:val="00246041"/>
    <w:rsid w:val="0025445D"/>
    <w:rsid w:val="002560A4"/>
    <w:rsid w:val="0026547B"/>
    <w:rsid w:val="002704D2"/>
    <w:rsid w:val="0027145F"/>
    <w:rsid w:val="00272A8D"/>
    <w:rsid w:val="00272D88"/>
    <w:rsid w:val="00273E56"/>
    <w:rsid w:val="002744B4"/>
    <w:rsid w:val="0027467C"/>
    <w:rsid w:val="002749A4"/>
    <w:rsid w:val="00276CC5"/>
    <w:rsid w:val="00282080"/>
    <w:rsid w:val="00282380"/>
    <w:rsid w:val="00287334"/>
    <w:rsid w:val="00291CAC"/>
    <w:rsid w:val="00291E30"/>
    <w:rsid w:val="00294E2D"/>
    <w:rsid w:val="00295547"/>
    <w:rsid w:val="002957D5"/>
    <w:rsid w:val="00295BA8"/>
    <w:rsid w:val="00297037"/>
    <w:rsid w:val="00297A64"/>
    <w:rsid w:val="002A14B0"/>
    <w:rsid w:val="002A1E52"/>
    <w:rsid w:val="002A2A80"/>
    <w:rsid w:val="002A2B13"/>
    <w:rsid w:val="002A6895"/>
    <w:rsid w:val="002A6BAB"/>
    <w:rsid w:val="002A6F8E"/>
    <w:rsid w:val="002B2A70"/>
    <w:rsid w:val="002B33E4"/>
    <w:rsid w:val="002B7D71"/>
    <w:rsid w:val="002C1106"/>
    <w:rsid w:val="002C3708"/>
    <w:rsid w:val="002C4E61"/>
    <w:rsid w:val="002C5D4B"/>
    <w:rsid w:val="002C73EC"/>
    <w:rsid w:val="002D2923"/>
    <w:rsid w:val="002D47EC"/>
    <w:rsid w:val="002D7554"/>
    <w:rsid w:val="002E259B"/>
    <w:rsid w:val="002E4DB1"/>
    <w:rsid w:val="002E5EC0"/>
    <w:rsid w:val="002E6CB5"/>
    <w:rsid w:val="002F1AB5"/>
    <w:rsid w:val="002F2AB1"/>
    <w:rsid w:val="002F2C6B"/>
    <w:rsid w:val="002F42EE"/>
    <w:rsid w:val="002F433E"/>
    <w:rsid w:val="002F59ED"/>
    <w:rsid w:val="002F5A47"/>
    <w:rsid w:val="002F6895"/>
    <w:rsid w:val="002F7991"/>
    <w:rsid w:val="00300655"/>
    <w:rsid w:val="003017A7"/>
    <w:rsid w:val="00302068"/>
    <w:rsid w:val="00303F33"/>
    <w:rsid w:val="00305E43"/>
    <w:rsid w:val="003101D8"/>
    <w:rsid w:val="003109A1"/>
    <w:rsid w:val="00313235"/>
    <w:rsid w:val="00313346"/>
    <w:rsid w:val="00313A5C"/>
    <w:rsid w:val="00314A37"/>
    <w:rsid w:val="00315355"/>
    <w:rsid w:val="00321C7E"/>
    <w:rsid w:val="003226A0"/>
    <w:rsid w:val="00323BC7"/>
    <w:rsid w:val="00332518"/>
    <w:rsid w:val="003343CD"/>
    <w:rsid w:val="00335F92"/>
    <w:rsid w:val="00337379"/>
    <w:rsid w:val="003407F4"/>
    <w:rsid w:val="003417B5"/>
    <w:rsid w:val="00341F32"/>
    <w:rsid w:val="00344702"/>
    <w:rsid w:val="00346FC7"/>
    <w:rsid w:val="003529B4"/>
    <w:rsid w:val="00353155"/>
    <w:rsid w:val="00356D93"/>
    <w:rsid w:val="003601B3"/>
    <w:rsid w:val="00360779"/>
    <w:rsid w:val="0036248F"/>
    <w:rsid w:val="00363E6C"/>
    <w:rsid w:val="003643F1"/>
    <w:rsid w:val="0036492F"/>
    <w:rsid w:val="00364CD5"/>
    <w:rsid w:val="003654E8"/>
    <w:rsid w:val="00366001"/>
    <w:rsid w:val="003678F4"/>
    <w:rsid w:val="00370A37"/>
    <w:rsid w:val="00373FA7"/>
    <w:rsid w:val="003751BB"/>
    <w:rsid w:val="003778BC"/>
    <w:rsid w:val="00381D06"/>
    <w:rsid w:val="00387FC6"/>
    <w:rsid w:val="00392514"/>
    <w:rsid w:val="003933BE"/>
    <w:rsid w:val="003A0198"/>
    <w:rsid w:val="003A053D"/>
    <w:rsid w:val="003A10A7"/>
    <w:rsid w:val="003A51D9"/>
    <w:rsid w:val="003B6F2A"/>
    <w:rsid w:val="003B7DFF"/>
    <w:rsid w:val="003C097D"/>
    <w:rsid w:val="003C0A84"/>
    <w:rsid w:val="003C205D"/>
    <w:rsid w:val="003C7299"/>
    <w:rsid w:val="003D13E1"/>
    <w:rsid w:val="003D1EC8"/>
    <w:rsid w:val="003D2201"/>
    <w:rsid w:val="003D293D"/>
    <w:rsid w:val="003D7F83"/>
    <w:rsid w:val="003E254D"/>
    <w:rsid w:val="003E27F7"/>
    <w:rsid w:val="003E53BB"/>
    <w:rsid w:val="003F153B"/>
    <w:rsid w:val="003F19BC"/>
    <w:rsid w:val="003F6A34"/>
    <w:rsid w:val="003F706A"/>
    <w:rsid w:val="003F79FA"/>
    <w:rsid w:val="003F7F89"/>
    <w:rsid w:val="00401599"/>
    <w:rsid w:val="004029A0"/>
    <w:rsid w:val="00404CA2"/>
    <w:rsid w:val="00407D27"/>
    <w:rsid w:val="004101CB"/>
    <w:rsid w:val="004111B9"/>
    <w:rsid w:val="00411AA5"/>
    <w:rsid w:val="00411ACE"/>
    <w:rsid w:val="00413D9F"/>
    <w:rsid w:val="00417012"/>
    <w:rsid w:val="00417492"/>
    <w:rsid w:val="00417CA1"/>
    <w:rsid w:val="00424600"/>
    <w:rsid w:val="00426271"/>
    <w:rsid w:val="00427C7F"/>
    <w:rsid w:val="00431871"/>
    <w:rsid w:val="00442B03"/>
    <w:rsid w:val="00446B8C"/>
    <w:rsid w:val="004503F2"/>
    <w:rsid w:val="0045122A"/>
    <w:rsid w:val="00451782"/>
    <w:rsid w:val="00451B49"/>
    <w:rsid w:val="004529B0"/>
    <w:rsid w:val="00452C3F"/>
    <w:rsid w:val="00454407"/>
    <w:rsid w:val="004622CA"/>
    <w:rsid w:val="00462FF1"/>
    <w:rsid w:val="00463208"/>
    <w:rsid w:val="00470B3B"/>
    <w:rsid w:val="00471C08"/>
    <w:rsid w:val="0047283F"/>
    <w:rsid w:val="00473266"/>
    <w:rsid w:val="004751D3"/>
    <w:rsid w:val="004777A6"/>
    <w:rsid w:val="004804AF"/>
    <w:rsid w:val="00482F83"/>
    <w:rsid w:val="0048376B"/>
    <w:rsid w:val="0048583B"/>
    <w:rsid w:val="00486728"/>
    <w:rsid w:val="00487269"/>
    <w:rsid w:val="00487EF7"/>
    <w:rsid w:val="0049049A"/>
    <w:rsid w:val="00490715"/>
    <w:rsid w:val="00491748"/>
    <w:rsid w:val="00494E18"/>
    <w:rsid w:val="004A0B3F"/>
    <w:rsid w:val="004A0C5C"/>
    <w:rsid w:val="004A0FBB"/>
    <w:rsid w:val="004A1C77"/>
    <w:rsid w:val="004A4CDF"/>
    <w:rsid w:val="004A57D6"/>
    <w:rsid w:val="004B12BE"/>
    <w:rsid w:val="004B20CF"/>
    <w:rsid w:val="004B33C7"/>
    <w:rsid w:val="004B5982"/>
    <w:rsid w:val="004B59D2"/>
    <w:rsid w:val="004B6108"/>
    <w:rsid w:val="004B69CB"/>
    <w:rsid w:val="004C1AA1"/>
    <w:rsid w:val="004C5287"/>
    <w:rsid w:val="004C67A9"/>
    <w:rsid w:val="004C7329"/>
    <w:rsid w:val="004D21EB"/>
    <w:rsid w:val="004D4180"/>
    <w:rsid w:val="004E218B"/>
    <w:rsid w:val="004E3AB4"/>
    <w:rsid w:val="004E7817"/>
    <w:rsid w:val="004E7CAC"/>
    <w:rsid w:val="004F007D"/>
    <w:rsid w:val="004F0BF9"/>
    <w:rsid w:val="004F2625"/>
    <w:rsid w:val="004F42AD"/>
    <w:rsid w:val="004F4716"/>
    <w:rsid w:val="004F4B36"/>
    <w:rsid w:val="00500ED4"/>
    <w:rsid w:val="00501E64"/>
    <w:rsid w:val="00503A2C"/>
    <w:rsid w:val="0050405B"/>
    <w:rsid w:val="0050642F"/>
    <w:rsid w:val="00510E4B"/>
    <w:rsid w:val="0051117F"/>
    <w:rsid w:val="00511B5D"/>
    <w:rsid w:val="00511D9B"/>
    <w:rsid w:val="005121E2"/>
    <w:rsid w:val="00514DFE"/>
    <w:rsid w:val="00515096"/>
    <w:rsid w:val="00517453"/>
    <w:rsid w:val="00520889"/>
    <w:rsid w:val="00522224"/>
    <w:rsid w:val="00522BFD"/>
    <w:rsid w:val="00527FC3"/>
    <w:rsid w:val="0053198C"/>
    <w:rsid w:val="005411E4"/>
    <w:rsid w:val="00541423"/>
    <w:rsid w:val="00542D1E"/>
    <w:rsid w:val="00546536"/>
    <w:rsid w:val="0054683A"/>
    <w:rsid w:val="00553B84"/>
    <w:rsid w:val="00553BA8"/>
    <w:rsid w:val="00554786"/>
    <w:rsid w:val="00556470"/>
    <w:rsid w:val="0055671E"/>
    <w:rsid w:val="00563BBF"/>
    <w:rsid w:val="00564556"/>
    <w:rsid w:val="00566A43"/>
    <w:rsid w:val="00572F91"/>
    <w:rsid w:val="00574077"/>
    <w:rsid w:val="00575745"/>
    <w:rsid w:val="005765F6"/>
    <w:rsid w:val="005800C1"/>
    <w:rsid w:val="00584892"/>
    <w:rsid w:val="005848DE"/>
    <w:rsid w:val="005852BC"/>
    <w:rsid w:val="00586341"/>
    <w:rsid w:val="00591082"/>
    <w:rsid w:val="00593D0A"/>
    <w:rsid w:val="00593FFE"/>
    <w:rsid w:val="00596404"/>
    <w:rsid w:val="00596506"/>
    <w:rsid w:val="005A42F2"/>
    <w:rsid w:val="005A444A"/>
    <w:rsid w:val="005A553D"/>
    <w:rsid w:val="005B24E1"/>
    <w:rsid w:val="005B3441"/>
    <w:rsid w:val="005B3E76"/>
    <w:rsid w:val="005B5B04"/>
    <w:rsid w:val="005B600B"/>
    <w:rsid w:val="005B753E"/>
    <w:rsid w:val="005C1864"/>
    <w:rsid w:val="005C2198"/>
    <w:rsid w:val="005C7050"/>
    <w:rsid w:val="005C73C9"/>
    <w:rsid w:val="005C7DA4"/>
    <w:rsid w:val="005D0EF5"/>
    <w:rsid w:val="005D3D54"/>
    <w:rsid w:val="005D4013"/>
    <w:rsid w:val="005E6559"/>
    <w:rsid w:val="005E6B46"/>
    <w:rsid w:val="005E71AB"/>
    <w:rsid w:val="005E72F2"/>
    <w:rsid w:val="005E7A63"/>
    <w:rsid w:val="005F024E"/>
    <w:rsid w:val="005F114C"/>
    <w:rsid w:val="005F1648"/>
    <w:rsid w:val="005F3CE0"/>
    <w:rsid w:val="005F467C"/>
    <w:rsid w:val="005F4DDB"/>
    <w:rsid w:val="005F4F9C"/>
    <w:rsid w:val="005F64E8"/>
    <w:rsid w:val="0060149E"/>
    <w:rsid w:val="0060328A"/>
    <w:rsid w:val="00603BD6"/>
    <w:rsid w:val="00604678"/>
    <w:rsid w:val="00606C3F"/>
    <w:rsid w:val="00607412"/>
    <w:rsid w:val="00610A7A"/>
    <w:rsid w:val="006133F0"/>
    <w:rsid w:val="006137BC"/>
    <w:rsid w:val="00615469"/>
    <w:rsid w:val="00620EAC"/>
    <w:rsid w:val="00621857"/>
    <w:rsid w:val="00625FBE"/>
    <w:rsid w:val="006308D7"/>
    <w:rsid w:val="0063156F"/>
    <w:rsid w:val="006333D2"/>
    <w:rsid w:val="00633461"/>
    <w:rsid w:val="00634E49"/>
    <w:rsid w:val="0063515F"/>
    <w:rsid w:val="00636898"/>
    <w:rsid w:val="0063773F"/>
    <w:rsid w:val="00637821"/>
    <w:rsid w:val="006400B1"/>
    <w:rsid w:val="00640464"/>
    <w:rsid w:val="006408A2"/>
    <w:rsid w:val="00640FC1"/>
    <w:rsid w:val="006422ED"/>
    <w:rsid w:val="00645906"/>
    <w:rsid w:val="00654548"/>
    <w:rsid w:val="006561C8"/>
    <w:rsid w:val="00656F69"/>
    <w:rsid w:val="00657F47"/>
    <w:rsid w:val="0066114A"/>
    <w:rsid w:val="006616E7"/>
    <w:rsid w:val="00663732"/>
    <w:rsid w:val="00664788"/>
    <w:rsid w:val="00665AF9"/>
    <w:rsid w:val="006672CD"/>
    <w:rsid w:val="0066778A"/>
    <w:rsid w:val="00670B72"/>
    <w:rsid w:val="006714C5"/>
    <w:rsid w:val="0067306F"/>
    <w:rsid w:val="00673347"/>
    <w:rsid w:val="0067373C"/>
    <w:rsid w:val="00673B08"/>
    <w:rsid w:val="00674914"/>
    <w:rsid w:val="00675E09"/>
    <w:rsid w:val="0067691F"/>
    <w:rsid w:val="00677843"/>
    <w:rsid w:val="00682ACB"/>
    <w:rsid w:val="00685566"/>
    <w:rsid w:val="00685ACF"/>
    <w:rsid w:val="006866E3"/>
    <w:rsid w:val="0069181E"/>
    <w:rsid w:val="00693F38"/>
    <w:rsid w:val="006A1528"/>
    <w:rsid w:val="006A2FD2"/>
    <w:rsid w:val="006A682A"/>
    <w:rsid w:val="006A7DC5"/>
    <w:rsid w:val="006B11E0"/>
    <w:rsid w:val="006B1E63"/>
    <w:rsid w:val="006B34B4"/>
    <w:rsid w:val="006B7100"/>
    <w:rsid w:val="006C19AD"/>
    <w:rsid w:val="006C1ABA"/>
    <w:rsid w:val="006C3DC1"/>
    <w:rsid w:val="006C6A54"/>
    <w:rsid w:val="006D0864"/>
    <w:rsid w:val="006D0D59"/>
    <w:rsid w:val="006D1783"/>
    <w:rsid w:val="006D24A4"/>
    <w:rsid w:val="006D3463"/>
    <w:rsid w:val="006D44B5"/>
    <w:rsid w:val="006D48C2"/>
    <w:rsid w:val="006D6809"/>
    <w:rsid w:val="006D6C8B"/>
    <w:rsid w:val="006E28D8"/>
    <w:rsid w:val="006E2AC7"/>
    <w:rsid w:val="006E3656"/>
    <w:rsid w:val="006E3D03"/>
    <w:rsid w:val="006E4A3F"/>
    <w:rsid w:val="006E6DE3"/>
    <w:rsid w:val="006E6F49"/>
    <w:rsid w:val="006E7CF1"/>
    <w:rsid w:val="006F06AA"/>
    <w:rsid w:val="006F3D5E"/>
    <w:rsid w:val="006F5BD1"/>
    <w:rsid w:val="006F7DAE"/>
    <w:rsid w:val="007013D8"/>
    <w:rsid w:val="00706410"/>
    <w:rsid w:val="00707345"/>
    <w:rsid w:val="00712DAB"/>
    <w:rsid w:val="0071306E"/>
    <w:rsid w:val="00714F1D"/>
    <w:rsid w:val="007174C5"/>
    <w:rsid w:val="007179C8"/>
    <w:rsid w:val="00721344"/>
    <w:rsid w:val="00721A14"/>
    <w:rsid w:val="007228EE"/>
    <w:rsid w:val="00722E9C"/>
    <w:rsid w:val="007243CC"/>
    <w:rsid w:val="00724E71"/>
    <w:rsid w:val="00725996"/>
    <w:rsid w:val="0072599F"/>
    <w:rsid w:val="00726F70"/>
    <w:rsid w:val="00730E4D"/>
    <w:rsid w:val="00731CEA"/>
    <w:rsid w:val="0073270F"/>
    <w:rsid w:val="00733171"/>
    <w:rsid w:val="00737223"/>
    <w:rsid w:val="007372B1"/>
    <w:rsid w:val="00742352"/>
    <w:rsid w:val="00744095"/>
    <w:rsid w:val="007454DB"/>
    <w:rsid w:val="00745989"/>
    <w:rsid w:val="00752EC4"/>
    <w:rsid w:val="00753E39"/>
    <w:rsid w:val="007551B5"/>
    <w:rsid w:val="00756E87"/>
    <w:rsid w:val="00761E18"/>
    <w:rsid w:val="007624D1"/>
    <w:rsid w:val="00762637"/>
    <w:rsid w:val="00765E7F"/>
    <w:rsid w:val="00765F11"/>
    <w:rsid w:val="00770965"/>
    <w:rsid w:val="00774664"/>
    <w:rsid w:val="0078565C"/>
    <w:rsid w:val="00787314"/>
    <w:rsid w:val="007941D5"/>
    <w:rsid w:val="0079486E"/>
    <w:rsid w:val="00794EDF"/>
    <w:rsid w:val="0079714E"/>
    <w:rsid w:val="00797506"/>
    <w:rsid w:val="007A39BA"/>
    <w:rsid w:val="007A5103"/>
    <w:rsid w:val="007A6E4C"/>
    <w:rsid w:val="007A7665"/>
    <w:rsid w:val="007B09D6"/>
    <w:rsid w:val="007B29B3"/>
    <w:rsid w:val="007B44B6"/>
    <w:rsid w:val="007B489C"/>
    <w:rsid w:val="007B4B6C"/>
    <w:rsid w:val="007B7783"/>
    <w:rsid w:val="007C327D"/>
    <w:rsid w:val="007C34C1"/>
    <w:rsid w:val="007C55DB"/>
    <w:rsid w:val="007C634E"/>
    <w:rsid w:val="007D0051"/>
    <w:rsid w:val="007D0954"/>
    <w:rsid w:val="007D316E"/>
    <w:rsid w:val="007D35AF"/>
    <w:rsid w:val="007D39BB"/>
    <w:rsid w:val="007D59D6"/>
    <w:rsid w:val="007D7FAF"/>
    <w:rsid w:val="007E0F98"/>
    <w:rsid w:val="007E3E4B"/>
    <w:rsid w:val="007E5C3D"/>
    <w:rsid w:val="007E723E"/>
    <w:rsid w:val="007F6607"/>
    <w:rsid w:val="007F779C"/>
    <w:rsid w:val="00804D80"/>
    <w:rsid w:val="00804E10"/>
    <w:rsid w:val="00805F27"/>
    <w:rsid w:val="00811D90"/>
    <w:rsid w:val="00812C38"/>
    <w:rsid w:val="008143F2"/>
    <w:rsid w:val="0081546E"/>
    <w:rsid w:val="00815819"/>
    <w:rsid w:val="00815D59"/>
    <w:rsid w:val="00816EC0"/>
    <w:rsid w:val="00820087"/>
    <w:rsid w:val="008201DE"/>
    <w:rsid w:val="008222B3"/>
    <w:rsid w:val="00822A9B"/>
    <w:rsid w:val="008238E4"/>
    <w:rsid w:val="0082426E"/>
    <w:rsid w:val="008246AF"/>
    <w:rsid w:val="008249EB"/>
    <w:rsid w:val="00824CF3"/>
    <w:rsid w:val="0082500F"/>
    <w:rsid w:val="00826C6E"/>
    <w:rsid w:val="008277EE"/>
    <w:rsid w:val="00830EDD"/>
    <w:rsid w:val="00831430"/>
    <w:rsid w:val="00831FBB"/>
    <w:rsid w:val="0083550F"/>
    <w:rsid w:val="00836DDB"/>
    <w:rsid w:val="00841956"/>
    <w:rsid w:val="00844DFB"/>
    <w:rsid w:val="008561D7"/>
    <w:rsid w:val="00856D0E"/>
    <w:rsid w:val="00857EB1"/>
    <w:rsid w:val="0087070D"/>
    <w:rsid w:val="00870AA2"/>
    <w:rsid w:val="00874D22"/>
    <w:rsid w:val="00877930"/>
    <w:rsid w:val="00883AFD"/>
    <w:rsid w:val="00884152"/>
    <w:rsid w:val="00884C63"/>
    <w:rsid w:val="00886DD2"/>
    <w:rsid w:val="00886EF2"/>
    <w:rsid w:val="00890245"/>
    <w:rsid w:val="0089243C"/>
    <w:rsid w:val="008937CE"/>
    <w:rsid w:val="00894C5D"/>
    <w:rsid w:val="008A0A78"/>
    <w:rsid w:val="008A2079"/>
    <w:rsid w:val="008A2955"/>
    <w:rsid w:val="008A3DC9"/>
    <w:rsid w:val="008A659D"/>
    <w:rsid w:val="008A684E"/>
    <w:rsid w:val="008A6FF7"/>
    <w:rsid w:val="008B2142"/>
    <w:rsid w:val="008B222C"/>
    <w:rsid w:val="008B2531"/>
    <w:rsid w:val="008B3B9D"/>
    <w:rsid w:val="008B4793"/>
    <w:rsid w:val="008C1532"/>
    <w:rsid w:val="008C1A1C"/>
    <w:rsid w:val="008C2C71"/>
    <w:rsid w:val="008C339F"/>
    <w:rsid w:val="008C5CA0"/>
    <w:rsid w:val="008C7E60"/>
    <w:rsid w:val="008D7947"/>
    <w:rsid w:val="008D7FF3"/>
    <w:rsid w:val="008E5C18"/>
    <w:rsid w:val="008F050D"/>
    <w:rsid w:val="008F123A"/>
    <w:rsid w:val="008F2771"/>
    <w:rsid w:val="008F49E6"/>
    <w:rsid w:val="008F6AF0"/>
    <w:rsid w:val="00902ADB"/>
    <w:rsid w:val="0090678F"/>
    <w:rsid w:val="0091034B"/>
    <w:rsid w:val="00912B2E"/>
    <w:rsid w:val="009136F9"/>
    <w:rsid w:val="00920AB1"/>
    <w:rsid w:val="00922130"/>
    <w:rsid w:val="00922EB1"/>
    <w:rsid w:val="0092348E"/>
    <w:rsid w:val="00924CC3"/>
    <w:rsid w:val="00930404"/>
    <w:rsid w:val="00930455"/>
    <w:rsid w:val="009306F1"/>
    <w:rsid w:val="0093289A"/>
    <w:rsid w:val="00933859"/>
    <w:rsid w:val="00933B73"/>
    <w:rsid w:val="009355AA"/>
    <w:rsid w:val="00935F66"/>
    <w:rsid w:val="00940581"/>
    <w:rsid w:val="00940B6A"/>
    <w:rsid w:val="009453B4"/>
    <w:rsid w:val="00945925"/>
    <w:rsid w:val="00946035"/>
    <w:rsid w:val="0094711B"/>
    <w:rsid w:val="00951932"/>
    <w:rsid w:val="00952391"/>
    <w:rsid w:val="00954A1D"/>
    <w:rsid w:val="00956A81"/>
    <w:rsid w:val="00960F9F"/>
    <w:rsid w:val="00961489"/>
    <w:rsid w:val="0096320D"/>
    <w:rsid w:val="00965391"/>
    <w:rsid w:val="0096625C"/>
    <w:rsid w:val="009664D8"/>
    <w:rsid w:val="00967609"/>
    <w:rsid w:val="009701C4"/>
    <w:rsid w:val="00975251"/>
    <w:rsid w:val="00976D7A"/>
    <w:rsid w:val="00980B5B"/>
    <w:rsid w:val="00985712"/>
    <w:rsid w:val="009863DA"/>
    <w:rsid w:val="00986694"/>
    <w:rsid w:val="00991958"/>
    <w:rsid w:val="00995096"/>
    <w:rsid w:val="009A270E"/>
    <w:rsid w:val="009A3213"/>
    <w:rsid w:val="009A3A01"/>
    <w:rsid w:val="009A6620"/>
    <w:rsid w:val="009A781B"/>
    <w:rsid w:val="009B50CA"/>
    <w:rsid w:val="009C166B"/>
    <w:rsid w:val="009C61B1"/>
    <w:rsid w:val="009C6934"/>
    <w:rsid w:val="009D1161"/>
    <w:rsid w:val="009D2997"/>
    <w:rsid w:val="009D356A"/>
    <w:rsid w:val="009D7EE4"/>
    <w:rsid w:val="009E4CC8"/>
    <w:rsid w:val="009E5CEC"/>
    <w:rsid w:val="009E6034"/>
    <w:rsid w:val="009F2AA6"/>
    <w:rsid w:val="009F46DC"/>
    <w:rsid w:val="009F78EA"/>
    <w:rsid w:val="009F79ED"/>
    <w:rsid w:val="00A003C8"/>
    <w:rsid w:val="00A00B54"/>
    <w:rsid w:val="00A01CC6"/>
    <w:rsid w:val="00A02458"/>
    <w:rsid w:val="00A02C14"/>
    <w:rsid w:val="00A04AC6"/>
    <w:rsid w:val="00A16A20"/>
    <w:rsid w:val="00A16DEF"/>
    <w:rsid w:val="00A22E0B"/>
    <w:rsid w:val="00A245A6"/>
    <w:rsid w:val="00A246F9"/>
    <w:rsid w:val="00A3507E"/>
    <w:rsid w:val="00A35D65"/>
    <w:rsid w:val="00A36006"/>
    <w:rsid w:val="00A4024D"/>
    <w:rsid w:val="00A42891"/>
    <w:rsid w:val="00A43358"/>
    <w:rsid w:val="00A43AC6"/>
    <w:rsid w:val="00A43D45"/>
    <w:rsid w:val="00A454F7"/>
    <w:rsid w:val="00A456C6"/>
    <w:rsid w:val="00A45D43"/>
    <w:rsid w:val="00A517D2"/>
    <w:rsid w:val="00A51A91"/>
    <w:rsid w:val="00A54A82"/>
    <w:rsid w:val="00A578C1"/>
    <w:rsid w:val="00A63038"/>
    <w:rsid w:val="00A653C3"/>
    <w:rsid w:val="00A6585A"/>
    <w:rsid w:val="00A66051"/>
    <w:rsid w:val="00A674B6"/>
    <w:rsid w:val="00A71B56"/>
    <w:rsid w:val="00A73CE0"/>
    <w:rsid w:val="00A74F91"/>
    <w:rsid w:val="00A77AC5"/>
    <w:rsid w:val="00A8701D"/>
    <w:rsid w:val="00A8725E"/>
    <w:rsid w:val="00A91714"/>
    <w:rsid w:val="00A93191"/>
    <w:rsid w:val="00A94270"/>
    <w:rsid w:val="00AA1248"/>
    <w:rsid w:val="00AA4361"/>
    <w:rsid w:val="00AA538A"/>
    <w:rsid w:val="00AA7A72"/>
    <w:rsid w:val="00AB02EF"/>
    <w:rsid w:val="00AB2122"/>
    <w:rsid w:val="00AB24DA"/>
    <w:rsid w:val="00AB2E11"/>
    <w:rsid w:val="00AB48F2"/>
    <w:rsid w:val="00AC149C"/>
    <w:rsid w:val="00AC555C"/>
    <w:rsid w:val="00AC60FA"/>
    <w:rsid w:val="00AC63AB"/>
    <w:rsid w:val="00AD00C7"/>
    <w:rsid w:val="00AD06CE"/>
    <w:rsid w:val="00AD0870"/>
    <w:rsid w:val="00AD0FA0"/>
    <w:rsid w:val="00AD2DCA"/>
    <w:rsid w:val="00AE215B"/>
    <w:rsid w:val="00AE3DE8"/>
    <w:rsid w:val="00AE4C2A"/>
    <w:rsid w:val="00AE7489"/>
    <w:rsid w:val="00AE7A8F"/>
    <w:rsid w:val="00AE7C37"/>
    <w:rsid w:val="00AE7C8D"/>
    <w:rsid w:val="00AF2F49"/>
    <w:rsid w:val="00B00DA1"/>
    <w:rsid w:val="00B0201B"/>
    <w:rsid w:val="00B03DD4"/>
    <w:rsid w:val="00B04A61"/>
    <w:rsid w:val="00B063A9"/>
    <w:rsid w:val="00B100B6"/>
    <w:rsid w:val="00B10DD3"/>
    <w:rsid w:val="00B12DD3"/>
    <w:rsid w:val="00B15388"/>
    <w:rsid w:val="00B1612F"/>
    <w:rsid w:val="00B200AD"/>
    <w:rsid w:val="00B2301D"/>
    <w:rsid w:val="00B23538"/>
    <w:rsid w:val="00B26A56"/>
    <w:rsid w:val="00B26F99"/>
    <w:rsid w:val="00B27047"/>
    <w:rsid w:val="00B27DF9"/>
    <w:rsid w:val="00B320C0"/>
    <w:rsid w:val="00B32CD2"/>
    <w:rsid w:val="00B3336A"/>
    <w:rsid w:val="00B344D8"/>
    <w:rsid w:val="00B34DB9"/>
    <w:rsid w:val="00B35B0A"/>
    <w:rsid w:val="00B35BA9"/>
    <w:rsid w:val="00B372B0"/>
    <w:rsid w:val="00B42F39"/>
    <w:rsid w:val="00B43413"/>
    <w:rsid w:val="00B4523E"/>
    <w:rsid w:val="00B4527A"/>
    <w:rsid w:val="00B50B3C"/>
    <w:rsid w:val="00B510B6"/>
    <w:rsid w:val="00B51B69"/>
    <w:rsid w:val="00B52790"/>
    <w:rsid w:val="00B5298D"/>
    <w:rsid w:val="00B56F01"/>
    <w:rsid w:val="00B6293A"/>
    <w:rsid w:val="00B631C9"/>
    <w:rsid w:val="00B66759"/>
    <w:rsid w:val="00B673F9"/>
    <w:rsid w:val="00B700F4"/>
    <w:rsid w:val="00B7040F"/>
    <w:rsid w:val="00B70978"/>
    <w:rsid w:val="00B70D59"/>
    <w:rsid w:val="00B73D40"/>
    <w:rsid w:val="00B74A29"/>
    <w:rsid w:val="00B74CC1"/>
    <w:rsid w:val="00B84B52"/>
    <w:rsid w:val="00B86145"/>
    <w:rsid w:val="00B960EA"/>
    <w:rsid w:val="00BA2CF7"/>
    <w:rsid w:val="00BA3097"/>
    <w:rsid w:val="00BA4C0A"/>
    <w:rsid w:val="00BA5560"/>
    <w:rsid w:val="00BA6A02"/>
    <w:rsid w:val="00BA7571"/>
    <w:rsid w:val="00BA7BAD"/>
    <w:rsid w:val="00BB1464"/>
    <w:rsid w:val="00BB19E0"/>
    <w:rsid w:val="00BB1ED8"/>
    <w:rsid w:val="00BB289B"/>
    <w:rsid w:val="00BB389E"/>
    <w:rsid w:val="00BC10EC"/>
    <w:rsid w:val="00BC1E49"/>
    <w:rsid w:val="00BC337F"/>
    <w:rsid w:val="00BC67F6"/>
    <w:rsid w:val="00BC75EA"/>
    <w:rsid w:val="00BD141C"/>
    <w:rsid w:val="00BD3CDC"/>
    <w:rsid w:val="00BD5B80"/>
    <w:rsid w:val="00BE37AB"/>
    <w:rsid w:val="00BE3D28"/>
    <w:rsid w:val="00BE4F25"/>
    <w:rsid w:val="00BE5568"/>
    <w:rsid w:val="00BF168A"/>
    <w:rsid w:val="00BF192C"/>
    <w:rsid w:val="00BF1DFC"/>
    <w:rsid w:val="00BF3ECD"/>
    <w:rsid w:val="00BF58B5"/>
    <w:rsid w:val="00C00111"/>
    <w:rsid w:val="00C009AC"/>
    <w:rsid w:val="00C033CE"/>
    <w:rsid w:val="00C0379B"/>
    <w:rsid w:val="00C04746"/>
    <w:rsid w:val="00C07E5B"/>
    <w:rsid w:val="00C12903"/>
    <w:rsid w:val="00C1353E"/>
    <w:rsid w:val="00C166CF"/>
    <w:rsid w:val="00C17EA8"/>
    <w:rsid w:val="00C20ACB"/>
    <w:rsid w:val="00C21D84"/>
    <w:rsid w:val="00C232FE"/>
    <w:rsid w:val="00C25D08"/>
    <w:rsid w:val="00C2731F"/>
    <w:rsid w:val="00C33B1E"/>
    <w:rsid w:val="00C341D9"/>
    <w:rsid w:val="00C346E9"/>
    <w:rsid w:val="00C34C8C"/>
    <w:rsid w:val="00C40812"/>
    <w:rsid w:val="00C41744"/>
    <w:rsid w:val="00C450ED"/>
    <w:rsid w:val="00C46262"/>
    <w:rsid w:val="00C46937"/>
    <w:rsid w:val="00C51028"/>
    <w:rsid w:val="00C52EEF"/>
    <w:rsid w:val="00C53192"/>
    <w:rsid w:val="00C53BCC"/>
    <w:rsid w:val="00C54AE8"/>
    <w:rsid w:val="00C562EE"/>
    <w:rsid w:val="00C64961"/>
    <w:rsid w:val="00C6537E"/>
    <w:rsid w:val="00C65432"/>
    <w:rsid w:val="00C66F73"/>
    <w:rsid w:val="00C67BDB"/>
    <w:rsid w:val="00C7322E"/>
    <w:rsid w:val="00C768A4"/>
    <w:rsid w:val="00C775EB"/>
    <w:rsid w:val="00C779D4"/>
    <w:rsid w:val="00C810BB"/>
    <w:rsid w:val="00C83861"/>
    <w:rsid w:val="00C84DD2"/>
    <w:rsid w:val="00C900A8"/>
    <w:rsid w:val="00C919A3"/>
    <w:rsid w:val="00C91FC9"/>
    <w:rsid w:val="00C92017"/>
    <w:rsid w:val="00C93D97"/>
    <w:rsid w:val="00C95854"/>
    <w:rsid w:val="00C95EEF"/>
    <w:rsid w:val="00CA0272"/>
    <w:rsid w:val="00CA1429"/>
    <w:rsid w:val="00CA1AC6"/>
    <w:rsid w:val="00CA24A4"/>
    <w:rsid w:val="00CA3F28"/>
    <w:rsid w:val="00CA5D80"/>
    <w:rsid w:val="00CA7962"/>
    <w:rsid w:val="00CA7DC8"/>
    <w:rsid w:val="00CB168F"/>
    <w:rsid w:val="00CB1BC3"/>
    <w:rsid w:val="00CB552E"/>
    <w:rsid w:val="00CB7977"/>
    <w:rsid w:val="00CC0E37"/>
    <w:rsid w:val="00CC1F7E"/>
    <w:rsid w:val="00CC3529"/>
    <w:rsid w:val="00CC38BF"/>
    <w:rsid w:val="00CC76BA"/>
    <w:rsid w:val="00CD0E85"/>
    <w:rsid w:val="00CD2359"/>
    <w:rsid w:val="00CD5303"/>
    <w:rsid w:val="00CE43AC"/>
    <w:rsid w:val="00CF01A2"/>
    <w:rsid w:val="00CF306E"/>
    <w:rsid w:val="00CF3D64"/>
    <w:rsid w:val="00CF58F3"/>
    <w:rsid w:val="00CF62AB"/>
    <w:rsid w:val="00CF78F6"/>
    <w:rsid w:val="00D01B55"/>
    <w:rsid w:val="00D02DCF"/>
    <w:rsid w:val="00D03449"/>
    <w:rsid w:val="00D03EAB"/>
    <w:rsid w:val="00D0480D"/>
    <w:rsid w:val="00D04D47"/>
    <w:rsid w:val="00D07FE5"/>
    <w:rsid w:val="00D106B1"/>
    <w:rsid w:val="00D10FCE"/>
    <w:rsid w:val="00D11DB4"/>
    <w:rsid w:val="00D12867"/>
    <w:rsid w:val="00D13127"/>
    <w:rsid w:val="00D131F3"/>
    <w:rsid w:val="00D20A7C"/>
    <w:rsid w:val="00D22D41"/>
    <w:rsid w:val="00D25538"/>
    <w:rsid w:val="00D26FC5"/>
    <w:rsid w:val="00D310BE"/>
    <w:rsid w:val="00D31B3A"/>
    <w:rsid w:val="00D35C3F"/>
    <w:rsid w:val="00D37CAE"/>
    <w:rsid w:val="00D43BB3"/>
    <w:rsid w:val="00D46B12"/>
    <w:rsid w:val="00D47385"/>
    <w:rsid w:val="00D517DB"/>
    <w:rsid w:val="00D51F30"/>
    <w:rsid w:val="00D52472"/>
    <w:rsid w:val="00D52C78"/>
    <w:rsid w:val="00D531C0"/>
    <w:rsid w:val="00D53D0B"/>
    <w:rsid w:val="00D55FA9"/>
    <w:rsid w:val="00D56EB4"/>
    <w:rsid w:val="00D579FE"/>
    <w:rsid w:val="00D613AC"/>
    <w:rsid w:val="00D62AB0"/>
    <w:rsid w:val="00D651D3"/>
    <w:rsid w:val="00D7006C"/>
    <w:rsid w:val="00D708DA"/>
    <w:rsid w:val="00D70B9C"/>
    <w:rsid w:val="00D71BEA"/>
    <w:rsid w:val="00D72CAB"/>
    <w:rsid w:val="00D742D7"/>
    <w:rsid w:val="00D7714C"/>
    <w:rsid w:val="00D801E4"/>
    <w:rsid w:val="00D80AE9"/>
    <w:rsid w:val="00D8194C"/>
    <w:rsid w:val="00D82F17"/>
    <w:rsid w:val="00D84C4E"/>
    <w:rsid w:val="00D85E60"/>
    <w:rsid w:val="00D85EE9"/>
    <w:rsid w:val="00D876A3"/>
    <w:rsid w:val="00D877B5"/>
    <w:rsid w:val="00D93F23"/>
    <w:rsid w:val="00D945E5"/>
    <w:rsid w:val="00D9635B"/>
    <w:rsid w:val="00DA25C0"/>
    <w:rsid w:val="00DA2702"/>
    <w:rsid w:val="00DA39EA"/>
    <w:rsid w:val="00DA442E"/>
    <w:rsid w:val="00DA72FB"/>
    <w:rsid w:val="00DA7D43"/>
    <w:rsid w:val="00DB087E"/>
    <w:rsid w:val="00DB44AB"/>
    <w:rsid w:val="00DB44E4"/>
    <w:rsid w:val="00DB68A9"/>
    <w:rsid w:val="00DB743C"/>
    <w:rsid w:val="00DC07FF"/>
    <w:rsid w:val="00DC1B98"/>
    <w:rsid w:val="00DC4139"/>
    <w:rsid w:val="00DC41AA"/>
    <w:rsid w:val="00DC5D52"/>
    <w:rsid w:val="00DC683C"/>
    <w:rsid w:val="00DC765A"/>
    <w:rsid w:val="00DC7A69"/>
    <w:rsid w:val="00DC7D53"/>
    <w:rsid w:val="00DD1DAC"/>
    <w:rsid w:val="00DD54FF"/>
    <w:rsid w:val="00DD56CD"/>
    <w:rsid w:val="00DD65ED"/>
    <w:rsid w:val="00DD68ED"/>
    <w:rsid w:val="00DE02AB"/>
    <w:rsid w:val="00DE1C55"/>
    <w:rsid w:val="00DE1F9A"/>
    <w:rsid w:val="00DE21A8"/>
    <w:rsid w:val="00DE5303"/>
    <w:rsid w:val="00DE68E1"/>
    <w:rsid w:val="00DE71BB"/>
    <w:rsid w:val="00DF261E"/>
    <w:rsid w:val="00DF2A4E"/>
    <w:rsid w:val="00DF3B36"/>
    <w:rsid w:val="00E122C8"/>
    <w:rsid w:val="00E1496B"/>
    <w:rsid w:val="00E2077F"/>
    <w:rsid w:val="00E238B7"/>
    <w:rsid w:val="00E24254"/>
    <w:rsid w:val="00E242C1"/>
    <w:rsid w:val="00E246F1"/>
    <w:rsid w:val="00E2638B"/>
    <w:rsid w:val="00E3282A"/>
    <w:rsid w:val="00E32DE2"/>
    <w:rsid w:val="00E345E1"/>
    <w:rsid w:val="00E37B54"/>
    <w:rsid w:val="00E413E8"/>
    <w:rsid w:val="00E42106"/>
    <w:rsid w:val="00E445DC"/>
    <w:rsid w:val="00E4501C"/>
    <w:rsid w:val="00E452FE"/>
    <w:rsid w:val="00E46E5B"/>
    <w:rsid w:val="00E51C56"/>
    <w:rsid w:val="00E533C2"/>
    <w:rsid w:val="00E5462C"/>
    <w:rsid w:val="00E60255"/>
    <w:rsid w:val="00E6137F"/>
    <w:rsid w:val="00E613A1"/>
    <w:rsid w:val="00E626EC"/>
    <w:rsid w:val="00E62FE4"/>
    <w:rsid w:val="00E64E71"/>
    <w:rsid w:val="00E65F8D"/>
    <w:rsid w:val="00E66B6B"/>
    <w:rsid w:val="00E66BA4"/>
    <w:rsid w:val="00E6783D"/>
    <w:rsid w:val="00E70013"/>
    <w:rsid w:val="00E71707"/>
    <w:rsid w:val="00E80BD8"/>
    <w:rsid w:val="00E828DA"/>
    <w:rsid w:val="00E82961"/>
    <w:rsid w:val="00E83A75"/>
    <w:rsid w:val="00E85460"/>
    <w:rsid w:val="00E87527"/>
    <w:rsid w:val="00E87C79"/>
    <w:rsid w:val="00E9013B"/>
    <w:rsid w:val="00E90B61"/>
    <w:rsid w:val="00E9339F"/>
    <w:rsid w:val="00E9623B"/>
    <w:rsid w:val="00E97B41"/>
    <w:rsid w:val="00EA088C"/>
    <w:rsid w:val="00EA3DFA"/>
    <w:rsid w:val="00EA6248"/>
    <w:rsid w:val="00EA77E8"/>
    <w:rsid w:val="00EB41F9"/>
    <w:rsid w:val="00EB645F"/>
    <w:rsid w:val="00EC07DA"/>
    <w:rsid w:val="00EC4E94"/>
    <w:rsid w:val="00EC6F88"/>
    <w:rsid w:val="00EC72CA"/>
    <w:rsid w:val="00ED021E"/>
    <w:rsid w:val="00ED233F"/>
    <w:rsid w:val="00ED4610"/>
    <w:rsid w:val="00ED5D40"/>
    <w:rsid w:val="00ED6328"/>
    <w:rsid w:val="00ED65C8"/>
    <w:rsid w:val="00ED6AB3"/>
    <w:rsid w:val="00ED6D38"/>
    <w:rsid w:val="00EE0F4F"/>
    <w:rsid w:val="00EE13A2"/>
    <w:rsid w:val="00EE2C4D"/>
    <w:rsid w:val="00EE3248"/>
    <w:rsid w:val="00EE3C18"/>
    <w:rsid w:val="00EE49A0"/>
    <w:rsid w:val="00EE4A60"/>
    <w:rsid w:val="00EE4A9E"/>
    <w:rsid w:val="00EE5BA8"/>
    <w:rsid w:val="00EE5EBB"/>
    <w:rsid w:val="00EF11A0"/>
    <w:rsid w:val="00EF220A"/>
    <w:rsid w:val="00EF4886"/>
    <w:rsid w:val="00EF59FC"/>
    <w:rsid w:val="00F008DD"/>
    <w:rsid w:val="00F0217D"/>
    <w:rsid w:val="00F0445C"/>
    <w:rsid w:val="00F057F3"/>
    <w:rsid w:val="00F12660"/>
    <w:rsid w:val="00F129B3"/>
    <w:rsid w:val="00F142BA"/>
    <w:rsid w:val="00F1627B"/>
    <w:rsid w:val="00F207AC"/>
    <w:rsid w:val="00F216B5"/>
    <w:rsid w:val="00F33DBB"/>
    <w:rsid w:val="00F3525F"/>
    <w:rsid w:val="00F37235"/>
    <w:rsid w:val="00F4347F"/>
    <w:rsid w:val="00F44D8A"/>
    <w:rsid w:val="00F451FD"/>
    <w:rsid w:val="00F460AB"/>
    <w:rsid w:val="00F46D0C"/>
    <w:rsid w:val="00F51E4C"/>
    <w:rsid w:val="00F56BEA"/>
    <w:rsid w:val="00F619BA"/>
    <w:rsid w:val="00F633B3"/>
    <w:rsid w:val="00F64474"/>
    <w:rsid w:val="00F64893"/>
    <w:rsid w:val="00F6493F"/>
    <w:rsid w:val="00F64EA3"/>
    <w:rsid w:val="00F658DB"/>
    <w:rsid w:val="00F700FF"/>
    <w:rsid w:val="00F70ECB"/>
    <w:rsid w:val="00F712E9"/>
    <w:rsid w:val="00F71D29"/>
    <w:rsid w:val="00F73CE5"/>
    <w:rsid w:val="00F7578C"/>
    <w:rsid w:val="00F76708"/>
    <w:rsid w:val="00F76B0B"/>
    <w:rsid w:val="00F778B9"/>
    <w:rsid w:val="00F77E06"/>
    <w:rsid w:val="00F8158B"/>
    <w:rsid w:val="00F825BC"/>
    <w:rsid w:val="00F83114"/>
    <w:rsid w:val="00F83B69"/>
    <w:rsid w:val="00F91BE3"/>
    <w:rsid w:val="00F93F16"/>
    <w:rsid w:val="00F9641B"/>
    <w:rsid w:val="00F97940"/>
    <w:rsid w:val="00FA0DED"/>
    <w:rsid w:val="00FB1ADE"/>
    <w:rsid w:val="00FB28F9"/>
    <w:rsid w:val="00FB3C14"/>
    <w:rsid w:val="00FB6342"/>
    <w:rsid w:val="00FB66E8"/>
    <w:rsid w:val="00FB6EEC"/>
    <w:rsid w:val="00FB7B92"/>
    <w:rsid w:val="00FC0023"/>
    <w:rsid w:val="00FC0832"/>
    <w:rsid w:val="00FC2325"/>
    <w:rsid w:val="00FC29DB"/>
    <w:rsid w:val="00FC4186"/>
    <w:rsid w:val="00FC6A1B"/>
    <w:rsid w:val="00FC7E9F"/>
    <w:rsid w:val="00FD19A2"/>
    <w:rsid w:val="00FD2DCA"/>
    <w:rsid w:val="00FD7B51"/>
    <w:rsid w:val="00FE23AA"/>
    <w:rsid w:val="00FE3EB6"/>
    <w:rsid w:val="00FE6DEE"/>
    <w:rsid w:val="00FF07E5"/>
    <w:rsid w:val="00FF15FC"/>
    <w:rsid w:val="00FF5FB7"/>
    <w:rsid w:val="00FF684A"/>
    <w:rsid w:val="00FF6DC2"/>
    <w:rsid w:val="0253EC6E"/>
    <w:rsid w:val="35A8C820"/>
    <w:rsid w:val="5186483A"/>
    <w:rsid w:val="5208C121"/>
    <w:rsid w:val="6333D10D"/>
    <w:rsid w:val="6B5CE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CC93E1F"/>
  <w15:docId w15:val="{E43B0112-8421-464B-BCD4-523D39955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D44B5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qFormat/>
    <w:pPr>
      <w:keepNext/>
      <w:tabs>
        <w:tab w:val="center" w:pos="5954"/>
      </w:tabs>
      <w:ind w:firstLine="1134"/>
      <w:jc w:val="both"/>
      <w:outlineLvl w:val="3"/>
    </w:pPr>
    <w:rPr>
      <w:rFonts w:ascii="Pristina" w:hAnsi="Pristina"/>
      <w:sz w:val="32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Collegamentoipertestuale">
    <w:name w:val="Hyperlink"/>
    <w:rPr>
      <w:color w:val="0000FF"/>
      <w:u w:val="single"/>
    </w:rPr>
  </w:style>
  <w:style w:type="paragraph" w:styleId="Rientrocorpodeltesto">
    <w:name w:val="Body Text Indent"/>
    <w:basedOn w:val="Normale"/>
    <w:pPr>
      <w:ind w:firstLine="851"/>
      <w:jc w:val="both"/>
    </w:pPr>
    <w:rPr>
      <w:sz w:val="28"/>
    </w:rPr>
  </w:style>
  <w:style w:type="paragraph" w:styleId="NormaleWeb">
    <w:name w:val="Normal (Web)"/>
    <w:basedOn w:val="Normale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  <w:szCs w:val="24"/>
    </w:rPr>
  </w:style>
  <w:style w:type="paragraph" w:styleId="Rientrocorpodeltesto2">
    <w:name w:val="Body Text Indent 2"/>
    <w:basedOn w:val="Normale"/>
    <w:pPr>
      <w:tabs>
        <w:tab w:val="center" w:pos="5954"/>
      </w:tabs>
      <w:ind w:left="5954"/>
      <w:jc w:val="both"/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spacing w:after="120"/>
    </w:pPr>
  </w:style>
  <w:style w:type="paragraph" w:customStyle="1" w:styleId="Corpodeltesto21">
    <w:name w:val="Corpo del testo 21"/>
    <w:basedOn w:val="Normale"/>
    <w:pPr>
      <w:jc w:val="both"/>
    </w:pPr>
  </w:style>
  <w:style w:type="character" w:customStyle="1" w:styleId="Collegamentoipertestuale1">
    <w:name w:val="Collegamento ipertestuale1"/>
    <w:rPr>
      <w:color w:val="0000FF"/>
      <w:u w:val="single"/>
    </w:rPr>
  </w:style>
  <w:style w:type="paragraph" w:styleId="Corpodeltesto2">
    <w:name w:val="Body Text 2"/>
    <w:basedOn w:val="Normale"/>
    <w:pPr>
      <w:tabs>
        <w:tab w:val="left" w:pos="567"/>
      </w:tabs>
      <w:jc w:val="both"/>
    </w:pPr>
    <w:rPr>
      <w:bCs/>
      <w:sz w:val="20"/>
    </w:rPr>
  </w:style>
  <w:style w:type="table" w:styleId="Grigliatabella">
    <w:name w:val="Table Grid"/>
    <w:basedOn w:val="Tabellanormale"/>
    <w:uiPriority w:val="59"/>
    <w:rsid w:val="00586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E7C37"/>
    <w:pPr>
      <w:ind w:left="720"/>
      <w:contextualSpacing/>
    </w:pPr>
    <w:rPr>
      <w:rFonts w:eastAsia="Calibri"/>
    </w:rPr>
  </w:style>
  <w:style w:type="table" w:customStyle="1" w:styleId="Grigliatabella1">
    <w:name w:val="Griglia tabella1"/>
    <w:basedOn w:val="Tabellanormale"/>
    <w:next w:val="Grigliatabella"/>
    <w:uiPriority w:val="59"/>
    <w:rsid w:val="00427C7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D24A4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paragraph" w:customStyle="1" w:styleId="oggetto">
    <w:name w:val="oggetto"/>
    <w:basedOn w:val="Normale"/>
    <w:rsid w:val="00162A1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character" w:styleId="Enfasigrassetto">
    <w:name w:val="Strong"/>
    <w:qFormat/>
    <w:rsid w:val="00162A1B"/>
    <w:rPr>
      <w:b/>
      <w:bCs/>
    </w:rPr>
  </w:style>
  <w:style w:type="character" w:styleId="Enfasicorsivo">
    <w:name w:val="Emphasis"/>
    <w:qFormat/>
    <w:rsid w:val="00162A1B"/>
    <w:rPr>
      <w:i/>
      <w:iCs/>
    </w:rPr>
  </w:style>
  <w:style w:type="paragraph" w:styleId="Rientrocorpodeltesto3">
    <w:name w:val="Body Text Indent 3"/>
    <w:basedOn w:val="Normale"/>
    <w:link w:val="Rientrocorpodeltesto3Carattere"/>
    <w:rsid w:val="00BA5560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rsid w:val="00BA5560"/>
    <w:rPr>
      <w:rFonts w:ascii="Calibri" w:hAnsi="Calibri"/>
      <w:sz w:val="16"/>
      <w:szCs w:val="16"/>
      <w:lang w:eastAsia="en-US"/>
    </w:rPr>
  </w:style>
  <w:style w:type="character" w:customStyle="1" w:styleId="PidipaginaCarattere">
    <w:name w:val="Piè di pagina Carattere"/>
    <w:link w:val="Pidipagina"/>
    <w:uiPriority w:val="99"/>
    <w:locked/>
    <w:rsid w:val="0063515F"/>
    <w:rPr>
      <w:rFonts w:ascii="Calibri" w:hAnsi="Calibri"/>
      <w:sz w:val="22"/>
      <w:szCs w:val="22"/>
      <w:lang w:eastAsia="en-US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401599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semiHidden/>
    <w:unhideWhenUsed/>
    <w:rsid w:val="00886DD2"/>
    <w:rPr>
      <w:color w:val="800080" w:themeColor="followedHyperlink"/>
      <w:u w:val="single"/>
    </w:rPr>
  </w:style>
  <w:style w:type="paragraph" w:customStyle="1" w:styleId="paragraph">
    <w:name w:val="paragraph"/>
    <w:basedOn w:val="Normale"/>
    <w:rsid w:val="00E413E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E413E8"/>
  </w:style>
  <w:style w:type="character" w:customStyle="1" w:styleId="contextualspellingandgrammarerror">
    <w:name w:val="contextualspellingandgrammarerror"/>
    <w:basedOn w:val="Carpredefinitoparagrafo"/>
    <w:rsid w:val="00E413E8"/>
  </w:style>
  <w:style w:type="character" w:customStyle="1" w:styleId="eop">
    <w:name w:val="eop"/>
    <w:basedOn w:val="Carpredefinitoparagrafo"/>
    <w:rsid w:val="00E413E8"/>
  </w:style>
  <w:style w:type="character" w:styleId="Menzionenonrisolta">
    <w:name w:val="Unresolved Mention"/>
    <w:basedOn w:val="Carpredefinitoparagrafo"/>
    <w:uiPriority w:val="99"/>
    <w:semiHidden/>
    <w:unhideWhenUsed/>
    <w:rsid w:val="0049049A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semiHidden/>
    <w:unhideWhenUsed/>
    <w:rsid w:val="009B50CA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9B50C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9B50CA"/>
    <w:rPr>
      <w:rFonts w:ascii="Calibr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9B50C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9B50CA"/>
    <w:rPr>
      <w:rFonts w:ascii="Calibri" w:hAnsi="Calibri"/>
      <w:b/>
      <w:bCs/>
      <w:lang w:eastAsia="en-US"/>
    </w:rPr>
  </w:style>
  <w:style w:type="character" w:customStyle="1" w:styleId="CollegamentoInternet">
    <w:name w:val="Collegamento Internet"/>
    <w:rsid w:val="002D292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25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4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4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0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05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6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33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9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5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56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9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35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91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00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880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89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80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53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8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cr.marche@ficr.it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file:///D:\Users\mim2671\AppData\Local\direzione-marche@istruzione.it" TargetMode="External"/><Relationship Id="rId2" Type="http://schemas.openxmlformats.org/officeDocument/2006/relationships/hyperlink" Target="file:///D:\Users\mim2671\AppData\Local\drma@postacert.istruzione.it" TargetMode="External"/><Relationship Id="rId1" Type="http://schemas.openxmlformats.org/officeDocument/2006/relationships/hyperlink" Target="mailto:edifisicamarche@istruzione.it" TargetMode="External"/><Relationship Id="rId4" Type="http://schemas.openxmlformats.org/officeDocument/2006/relationships/hyperlink" Target="http://www.marche.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IANCARLO\Dati%20applicazioni\Microsoft\Modelli\CARTA%20INTESTATA_16012015_segr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5C648007C956940803B43AFD2F0A4C5" ma:contentTypeVersion="6" ma:contentTypeDescription="Creare un nuovo documento." ma:contentTypeScope="" ma:versionID="3f139af5b133509b97f44c746674e35a">
  <xsd:schema xmlns:xsd="http://www.w3.org/2001/XMLSchema" xmlns:xs="http://www.w3.org/2001/XMLSchema" xmlns:p="http://schemas.microsoft.com/office/2006/metadata/properties" xmlns:ns2="2e870956-cc48-4942-b387-4afb18aec7f5" xmlns:ns3="fc1d4d4b-ab4c-4aa5-bc90-83d5fc3f3a59" targetNamespace="http://schemas.microsoft.com/office/2006/metadata/properties" ma:root="true" ma:fieldsID="122ba0be123d9ddd9c73b4acd0787167" ns2:_="" ns3:_="">
    <xsd:import namespace="2e870956-cc48-4942-b387-4afb18aec7f5"/>
    <xsd:import namespace="fc1d4d4b-ab4c-4aa5-bc90-83d5fc3f3a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870956-cc48-4942-b387-4afb18aec7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1d4d4b-ab4c-4aa5-bc90-83d5fc3f3a5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77079A1-F05B-4279-82AE-FE4CEAD814C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AECAD3D-39F8-45FD-8858-2D73B6D89C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870956-cc48-4942-b387-4afb18aec7f5"/>
    <ds:schemaRef ds:uri="fc1d4d4b-ab4c-4aa5-bc90-83d5fc3f3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FDDA2DB-2294-406B-A44C-FD4BF5951E4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3410433-C4DF-4293-88F9-D46722D80E0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INTESTATA_16012015_segr</Template>
  <TotalTime>1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Ministero Pubblica Istruzione</Company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MARIANI</dc:creator>
  <cp:lastModifiedBy>Marco Petrini</cp:lastModifiedBy>
  <cp:revision>4</cp:revision>
  <cp:lastPrinted>2020-01-14T18:33:00Z</cp:lastPrinted>
  <dcterms:created xsi:type="dcterms:W3CDTF">2022-02-10T07:08:00Z</dcterms:created>
  <dcterms:modified xsi:type="dcterms:W3CDTF">2022-02-10T07:10:00Z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0x010100A5C648007C956940803B43AFD2F0A4C5</vt:lpwstr>
  </property>
</Properties>
</file>